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EF" w:rsidRDefault="00200DEF" w:rsidP="00780193">
      <w:pPr>
        <w:spacing w:after="120"/>
        <w:rPr>
          <w:sz w:val="22"/>
        </w:rPr>
      </w:pPr>
      <w:bookmarkStart w:id="0" w:name="_GoBack"/>
      <w:bookmarkEnd w:id="0"/>
    </w:p>
    <w:tbl>
      <w:tblPr>
        <w:tblW w:w="9747" w:type="dxa"/>
        <w:tblLook w:val="01E0" w:firstRow="1" w:lastRow="1" w:firstColumn="1" w:lastColumn="1" w:noHBand="0" w:noVBand="0"/>
      </w:tblPr>
      <w:tblGrid>
        <w:gridCol w:w="1980"/>
        <w:gridCol w:w="3090"/>
        <w:gridCol w:w="4677"/>
      </w:tblGrid>
      <w:tr w:rsidR="00C96103" w:rsidRPr="00FB27C8" w:rsidTr="008B5A6F">
        <w:tc>
          <w:tcPr>
            <w:tcW w:w="1980" w:type="dxa"/>
          </w:tcPr>
          <w:p w:rsidR="00C96103" w:rsidRDefault="00C96103" w:rsidP="00C84DC4">
            <w:pPr>
              <w:pStyle w:val="Ledtext"/>
            </w:pPr>
            <w:r>
              <w:t>Blanketten skickas till:</w:t>
            </w:r>
          </w:p>
        </w:tc>
        <w:tc>
          <w:tcPr>
            <w:tcW w:w="3090" w:type="dxa"/>
          </w:tcPr>
          <w:p w:rsidR="00C96103" w:rsidRDefault="00C96103" w:rsidP="00C84DC4">
            <w:pPr>
              <w:pStyle w:val="Ledtext"/>
            </w:pPr>
            <w:r>
              <w:t>Läkemedelsverket</w:t>
            </w:r>
          </w:p>
          <w:p w:rsidR="00CA033E" w:rsidRDefault="00CA033E" w:rsidP="00CA033E">
            <w:pPr>
              <w:pStyle w:val="Ledtext"/>
            </w:pPr>
            <w:r>
              <w:t>Inspektion av industri och sjukvård</w:t>
            </w:r>
          </w:p>
          <w:p w:rsidR="00C96103" w:rsidRDefault="00C96103" w:rsidP="00C84DC4">
            <w:pPr>
              <w:pStyle w:val="Ledtext"/>
              <w:tabs>
                <w:tab w:val="center" w:pos="1406"/>
              </w:tabs>
            </w:pPr>
            <w:r>
              <w:t>Box 26</w:t>
            </w:r>
          </w:p>
          <w:p w:rsidR="00C96103" w:rsidRDefault="00C96103" w:rsidP="00C84DC4">
            <w:pPr>
              <w:pStyle w:val="Ledtext"/>
            </w:pPr>
            <w:r>
              <w:t>751 03 Uppsala</w:t>
            </w:r>
          </w:p>
        </w:tc>
        <w:tc>
          <w:tcPr>
            <w:tcW w:w="4677" w:type="dxa"/>
          </w:tcPr>
          <w:p w:rsidR="008B5A6F" w:rsidRDefault="00C96103" w:rsidP="00304B18">
            <w:pPr>
              <w:pStyle w:val="Blankettrubrik"/>
            </w:pPr>
            <w:bookmarkStart w:id="1" w:name="OLE_LINK1"/>
            <w:bookmarkStart w:id="2" w:name="OLE_LINK2"/>
            <w:r w:rsidRPr="00C96103">
              <w:t xml:space="preserve">Årlig rapport </w:t>
            </w:r>
          </w:p>
          <w:p w:rsidR="00C96103" w:rsidRPr="00C96103" w:rsidRDefault="00304B18" w:rsidP="008B5A6F">
            <w:pPr>
              <w:pStyle w:val="Blankettrubrik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för</w:t>
            </w:r>
            <w:r w:rsidR="00C96103" w:rsidRPr="00C96103">
              <w:rPr>
                <w:sz w:val="22"/>
                <w:szCs w:val="22"/>
              </w:rPr>
              <w:t xml:space="preserve"> verksamheten vid </w:t>
            </w:r>
            <w:r w:rsidR="008B5A6F">
              <w:rPr>
                <w:sz w:val="22"/>
                <w:szCs w:val="22"/>
              </w:rPr>
              <w:t>v</w:t>
            </w:r>
            <w:r w:rsidR="00C96103" w:rsidRPr="00C96103">
              <w:rPr>
                <w:sz w:val="22"/>
                <w:szCs w:val="22"/>
              </w:rPr>
              <w:t>ävnadsinrättning</w:t>
            </w:r>
            <w:bookmarkEnd w:id="1"/>
            <w:bookmarkEnd w:id="2"/>
          </w:p>
        </w:tc>
      </w:tr>
    </w:tbl>
    <w:p w:rsidR="000B4C3C" w:rsidRPr="00200DEF" w:rsidRDefault="000B4C3C" w:rsidP="000B4C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1"/>
        <w:gridCol w:w="3106"/>
      </w:tblGrid>
      <w:tr w:rsidR="000B4C3C" w:rsidRPr="001F4A9D" w:rsidTr="00D043FB">
        <w:trPr>
          <w:trHeight w:val="276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0B4C3C" w:rsidRPr="001F4A9D" w:rsidRDefault="00B2074C" w:rsidP="001F4A9D">
            <w:pPr>
              <w:pStyle w:val="Rubriktabell"/>
              <w:spacing w:line="360" w:lineRule="auto"/>
              <w:rPr>
                <w:szCs w:val="18"/>
              </w:rPr>
            </w:pPr>
            <w:r w:rsidRPr="001F4A9D">
              <w:rPr>
                <w:szCs w:val="18"/>
              </w:rPr>
              <w:t>Vävnadsinrättning</w:t>
            </w:r>
          </w:p>
        </w:tc>
      </w:tr>
      <w:tr w:rsidR="001F4A9D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D" w:rsidRPr="00D043FB" w:rsidRDefault="001F4A9D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t>Vävnadsinrättningens namn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A9D" w:rsidRPr="00D043FB" w:rsidRDefault="001F4A9D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t xml:space="preserve">Datum </w:t>
            </w:r>
          </w:p>
        </w:tc>
      </w:tr>
      <w:tr w:rsidR="001F4A9D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D" w:rsidRPr="00D043FB" w:rsidRDefault="001D7052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1F4A9D" w:rsidRPr="00D043FB">
              <w:rPr>
                <w:szCs w:val="18"/>
              </w:rPr>
              <w:instrText xml:space="preserve"> FORMTEXT </w:instrText>
            </w:r>
            <w:r w:rsidRPr="00D043FB">
              <w:rPr>
                <w:szCs w:val="18"/>
              </w:rPr>
            </w:r>
            <w:r w:rsidRPr="00D043FB">
              <w:rPr>
                <w:szCs w:val="18"/>
              </w:rPr>
              <w:fldChar w:fldCharType="separate"/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Pr="00D043FB">
              <w:rPr>
                <w:szCs w:val="18"/>
              </w:rPr>
              <w:fldChar w:fldCharType="end"/>
            </w:r>
            <w:bookmarkEnd w:id="3"/>
          </w:p>
        </w:tc>
        <w:tc>
          <w:tcPr>
            <w:tcW w:w="1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A9D" w:rsidRPr="00D043FB" w:rsidRDefault="001D7052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F4A9D" w:rsidRPr="00D043FB">
              <w:rPr>
                <w:szCs w:val="18"/>
              </w:rPr>
              <w:instrText xml:space="preserve"> FORMTEXT </w:instrText>
            </w:r>
            <w:r w:rsidRPr="00D043FB">
              <w:rPr>
                <w:szCs w:val="18"/>
              </w:rPr>
            </w:r>
            <w:r w:rsidRPr="00D043FB">
              <w:rPr>
                <w:szCs w:val="18"/>
              </w:rPr>
              <w:fldChar w:fldCharType="separate"/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="001F4A9D" w:rsidRPr="00D043FB">
              <w:rPr>
                <w:noProof/>
                <w:szCs w:val="18"/>
              </w:rPr>
              <w:t> </w:t>
            </w:r>
            <w:r w:rsidRPr="00D043FB">
              <w:rPr>
                <w:szCs w:val="18"/>
              </w:rPr>
              <w:fldChar w:fldCharType="end"/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t>Utdelningsadress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t>Postadress</w:t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ind w:left="6096" w:hanging="6096"/>
              <w:rPr>
                <w:szCs w:val="18"/>
              </w:rPr>
            </w:pPr>
            <w:r w:rsidRPr="00D043FB">
              <w:rPr>
                <w:szCs w:val="18"/>
              </w:rPr>
              <w:t>Telefon (inkl. riktnummer)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ind w:left="6096" w:hanging="6096"/>
              <w:rPr>
                <w:szCs w:val="18"/>
              </w:rPr>
            </w:pPr>
            <w:r w:rsidRPr="00D043FB">
              <w:rPr>
                <w:szCs w:val="18"/>
              </w:rPr>
              <w:t xml:space="preserve">Fax (inkl. </w:t>
            </w:r>
            <w:r w:rsidR="00E54912" w:rsidRPr="00D043FB">
              <w:rPr>
                <w:szCs w:val="18"/>
              </w:rPr>
              <w:t>riktnummer</w:t>
            </w:r>
            <w:r w:rsidRPr="00D043FB">
              <w:rPr>
                <w:szCs w:val="18"/>
              </w:rPr>
              <w:t>)</w:t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C3C" w:rsidRPr="00D043FB" w:rsidRDefault="001E358D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t>E</w:t>
            </w:r>
            <w:r w:rsidR="000B4C3C" w:rsidRPr="00D043FB">
              <w:rPr>
                <w:rFonts w:ascii="Arial" w:hAnsi="Arial" w:cs="Arial"/>
                <w:sz w:val="18"/>
                <w:szCs w:val="18"/>
              </w:rPr>
              <w:t>-postadress</w:t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t>Uppgiftslämnarens namn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4C3C" w:rsidRPr="00D043FB" w:rsidRDefault="000B4C3C" w:rsidP="001F4A9D">
            <w:pPr>
              <w:pStyle w:val="Ledtext"/>
              <w:spacing w:line="360" w:lineRule="auto"/>
              <w:rPr>
                <w:szCs w:val="18"/>
              </w:rPr>
            </w:pPr>
            <w:r w:rsidRPr="00D043FB">
              <w:rPr>
                <w:szCs w:val="18"/>
              </w:rPr>
              <w:t>Rapporteringsperiod</w:t>
            </w:r>
          </w:p>
        </w:tc>
      </w:tr>
      <w:tr w:rsidR="000B4C3C" w:rsidRPr="001F4A9D" w:rsidTr="00D043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3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3C" w:rsidRPr="00D043FB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043F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0B4C3C" w:rsidRPr="00D043FB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043FB">
              <w:rPr>
                <w:rFonts w:ascii="Arial" w:hAnsi="Arial" w:cs="Arial"/>
                <w:sz w:val="18"/>
                <w:szCs w:val="18"/>
              </w:rPr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D043FB">
              <w:rPr>
                <w:rFonts w:cs="Arial"/>
                <w:noProof/>
                <w:sz w:val="18"/>
                <w:szCs w:val="18"/>
              </w:rPr>
              <w:t> </w:t>
            </w:r>
            <w:r w:rsidRPr="00D043FB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0B4C3C" w:rsidRDefault="000B4C3C" w:rsidP="000B4C3C"/>
    <w:p w:rsidR="001F4A9D" w:rsidRPr="00200DEF" w:rsidRDefault="001F4A9D" w:rsidP="000B4C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6"/>
        <w:gridCol w:w="4801"/>
      </w:tblGrid>
      <w:tr w:rsidR="000B4C3C" w:rsidRPr="001F4A9D" w:rsidTr="00D043FB">
        <w:trPr>
          <w:trHeight w:val="602"/>
        </w:trPr>
        <w:tc>
          <w:tcPr>
            <w:tcW w:w="2415" w:type="pct"/>
            <w:tcBorders>
              <w:left w:val="single" w:sz="4" w:space="0" w:color="auto"/>
            </w:tcBorders>
          </w:tcPr>
          <w:p w:rsidR="00262609" w:rsidRPr="001F4A9D" w:rsidRDefault="000B4C3C" w:rsidP="001F4A9D">
            <w:pPr>
              <w:pStyle w:val="Ledtext"/>
              <w:spacing w:line="276" w:lineRule="auto"/>
              <w:rPr>
                <w:szCs w:val="18"/>
              </w:rPr>
            </w:pPr>
            <w:r w:rsidRPr="001F4A9D">
              <w:rPr>
                <w:szCs w:val="18"/>
              </w:rPr>
              <w:t>Antal</w:t>
            </w:r>
            <w:r w:rsidR="00B2074C" w:rsidRPr="001F4A9D">
              <w:rPr>
                <w:szCs w:val="18"/>
              </w:rPr>
              <w:t>et donatorer från vilka vävnader eller celler har tillvaratagits</w:t>
            </w:r>
          </w:p>
        </w:tc>
        <w:tc>
          <w:tcPr>
            <w:tcW w:w="2585" w:type="pct"/>
            <w:shd w:val="clear" w:color="auto" w:fill="auto"/>
          </w:tcPr>
          <w:p w:rsidR="000B4C3C" w:rsidRPr="001F4A9D" w:rsidRDefault="001D7052" w:rsidP="001F4A9D">
            <w:pPr>
              <w:pStyle w:val="Ledtext"/>
              <w:spacing w:line="360" w:lineRule="auto"/>
              <w:rPr>
                <w:szCs w:val="18"/>
              </w:rPr>
            </w:pPr>
            <w:r w:rsidRPr="001F4A9D">
              <w:rPr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B4C3C" w:rsidRPr="001F4A9D">
              <w:rPr>
                <w:szCs w:val="18"/>
              </w:rPr>
              <w:instrText xml:space="preserve"> FORMTEXT </w:instrText>
            </w:r>
            <w:r w:rsidRPr="001F4A9D">
              <w:rPr>
                <w:szCs w:val="18"/>
              </w:rPr>
            </w:r>
            <w:r w:rsidRPr="001F4A9D">
              <w:rPr>
                <w:szCs w:val="18"/>
              </w:rPr>
              <w:fldChar w:fldCharType="separate"/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Pr="001F4A9D">
              <w:rPr>
                <w:szCs w:val="18"/>
              </w:rPr>
              <w:fldChar w:fldCharType="end"/>
            </w:r>
          </w:p>
        </w:tc>
      </w:tr>
      <w:tr w:rsidR="000B4C3C" w:rsidRPr="001F4A9D" w:rsidTr="00D043FB">
        <w:trPr>
          <w:trHeight w:val="413"/>
        </w:trPr>
        <w:tc>
          <w:tcPr>
            <w:tcW w:w="2415" w:type="pct"/>
          </w:tcPr>
          <w:p w:rsidR="00262609" w:rsidRPr="001F4A9D" w:rsidRDefault="00B2074C" w:rsidP="001F4A9D">
            <w:pPr>
              <w:pStyle w:val="Ledtext"/>
              <w:spacing w:line="276" w:lineRule="auto"/>
              <w:rPr>
                <w:szCs w:val="18"/>
              </w:rPr>
            </w:pPr>
            <w:r w:rsidRPr="001F4A9D">
              <w:rPr>
                <w:szCs w:val="18"/>
              </w:rPr>
              <w:t>Mängden tillvaratagna vävnader och celler</w:t>
            </w:r>
          </w:p>
        </w:tc>
        <w:tc>
          <w:tcPr>
            <w:tcW w:w="2585" w:type="pct"/>
            <w:shd w:val="clear" w:color="auto" w:fill="auto"/>
          </w:tcPr>
          <w:p w:rsidR="000B4C3C" w:rsidRPr="001F4A9D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0B4C3C" w:rsidRPr="001F4A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F4A9D">
              <w:rPr>
                <w:rFonts w:ascii="Arial" w:hAnsi="Arial" w:cs="Arial"/>
                <w:sz w:val="18"/>
                <w:szCs w:val="18"/>
              </w:rPr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B4C3C" w:rsidRPr="001F4A9D" w:rsidTr="00D043FB">
        <w:trPr>
          <w:trHeight w:val="844"/>
        </w:trPr>
        <w:tc>
          <w:tcPr>
            <w:tcW w:w="2415" w:type="pct"/>
          </w:tcPr>
          <w:p w:rsidR="000B4C3C" w:rsidRPr="001F4A9D" w:rsidRDefault="00B2074C" w:rsidP="001F4A9D">
            <w:pPr>
              <w:pStyle w:val="Ledtext"/>
              <w:spacing w:line="276" w:lineRule="auto"/>
              <w:rPr>
                <w:szCs w:val="18"/>
              </w:rPr>
            </w:pPr>
            <w:r w:rsidRPr="001F4A9D">
              <w:rPr>
                <w:szCs w:val="18"/>
              </w:rPr>
              <w:t>Förekomsten och utbredningen av markörer för smittämne i vävnader eller celler hos donator och tillvaratagna vävnader eller celler</w:t>
            </w:r>
          </w:p>
        </w:tc>
        <w:tc>
          <w:tcPr>
            <w:tcW w:w="2585" w:type="pct"/>
          </w:tcPr>
          <w:p w:rsidR="000B4C3C" w:rsidRPr="001F4A9D" w:rsidRDefault="001D7052" w:rsidP="001F4A9D">
            <w:pPr>
              <w:pStyle w:val="Ledtext"/>
              <w:spacing w:line="360" w:lineRule="auto"/>
              <w:rPr>
                <w:szCs w:val="18"/>
              </w:rPr>
            </w:pPr>
            <w:r w:rsidRPr="001F4A9D">
              <w:rPr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0B4C3C" w:rsidRPr="001F4A9D">
              <w:rPr>
                <w:szCs w:val="18"/>
              </w:rPr>
              <w:instrText xml:space="preserve"> FORMTEXT </w:instrText>
            </w:r>
            <w:r w:rsidRPr="001F4A9D">
              <w:rPr>
                <w:szCs w:val="18"/>
              </w:rPr>
            </w:r>
            <w:r w:rsidRPr="001F4A9D">
              <w:rPr>
                <w:szCs w:val="18"/>
              </w:rPr>
              <w:fldChar w:fldCharType="separate"/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6260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Pr="001F4A9D">
              <w:rPr>
                <w:szCs w:val="18"/>
              </w:rPr>
              <w:fldChar w:fldCharType="end"/>
            </w:r>
          </w:p>
        </w:tc>
      </w:tr>
      <w:tr w:rsidR="00416DCC" w:rsidRPr="001F4A9D" w:rsidTr="00D043FB">
        <w:trPr>
          <w:trHeight w:val="842"/>
        </w:trPr>
        <w:tc>
          <w:tcPr>
            <w:tcW w:w="2415" w:type="pct"/>
          </w:tcPr>
          <w:p w:rsidR="00416DCC" w:rsidRPr="001F4A9D" w:rsidRDefault="00B2074C" w:rsidP="001F4A9D">
            <w:pPr>
              <w:pStyle w:val="Ledtext"/>
              <w:spacing w:line="276" w:lineRule="auto"/>
              <w:rPr>
                <w:szCs w:val="18"/>
              </w:rPr>
            </w:pPr>
            <w:r w:rsidRPr="001F4A9D">
              <w:rPr>
                <w:szCs w:val="18"/>
              </w:rPr>
              <w:t>Mängden vävnader eller celler som har distribuerats till ett annat land för att användas som råvara vid läkemedelstillverkning</w:t>
            </w:r>
          </w:p>
        </w:tc>
        <w:tc>
          <w:tcPr>
            <w:tcW w:w="2585" w:type="pct"/>
          </w:tcPr>
          <w:p w:rsidR="00416DCC" w:rsidRPr="001F4A9D" w:rsidRDefault="001D7052" w:rsidP="001F4A9D">
            <w:pPr>
              <w:pStyle w:val="Ledtext"/>
              <w:spacing w:line="360" w:lineRule="auto"/>
              <w:rPr>
                <w:szCs w:val="18"/>
              </w:rPr>
            </w:pPr>
            <w:r w:rsidRPr="001F4A9D">
              <w:rPr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281AC9" w:rsidRPr="001F4A9D">
              <w:rPr>
                <w:szCs w:val="18"/>
              </w:rPr>
              <w:instrText xml:space="preserve"> FORMTEXT </w:instrText>
            </w:r>
            <w:r w:rsidRPr="001F4A9D">
              <w:rPr>
                <w:szCs w:val="18"/>
              </w:rPr>
            </w:r>
            <w:r w:rsidRPr="001F4A9D">
              <w:rPr>
                <w:szCs w:val="18"/>
              </w:rPr>
              <w:fldChar w:fldCharType="separate"/>
            </w:r>
            <w:r w:rsidR="00281AC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81AC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81AC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81AC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="00281AC9" w:rsidRPr="001F4A9D">
              <w:rPr>
                <w:rFonts w:ascii="Times New Roman" w:hAnsi="Times New Roman"/>
                <w:noProof/>
                <w:szCs w:val="18"/>
              </w:rPr>
              <w:t> </w:t>
            </w:r>
            <w:r w:rsidRPr="001F4A9D">
              <w:rPr>
                <w:szCs w:val="18"/>
              </w:rPr>
              <w:fldChar w:fldCharType="end"/>
            </w:r>
          </w:p>
        </w:tc>
      </w:tr>
      <w:tr w:rsidR="000B4C3C" w:rsidRPr="001F4A9D" w:rsidTr="00D043FB">
        <w:trPr>
          <w:trHeight w:val="840"/>
        </w:trPr>
        <w:tc>
          <w:tcPr>
            <w:tcW w:w="2415" w:type="pct"/>
          </w:tcPr>
          <w:p w:rsidR="000B4C3C" w:rsidRPr="001F4A9D" w:rsidRDefault="00B2074C" w:rsidP="001F4A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t>Mängden vävnader eller celler som har distribuerats inom Sverige för att användas som råvara vid läkemedelstillverkning</w:t>
            </w:r>
          </w:p>
        </w:tc>
        <w:tc>
          <w:tcPr>
            <w:tcW w:w="2585" w:type="pct"/>
          </w:tcPr>
          <w:p w:rsidR="000B4C3C" w:rsidRPr="001F4A9D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0B4C3C" w:rsidRPr="001F4A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F4A9D">
              <w:rPr>
                <w:rFonts w:ascii="Arial" w:hAnsi="Arial" w:cs="Arial"/>
                <w:sz w:val="18"/>
                <w:szCs w:val="18"/>
              </w:rPr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262609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2074C" w:rsidRPr="001F4A9D" w:rsidTr="00D043FB">
        <w:trPr>
          <w:trHeight w:val="554"/>
        </w:trPr>
        <w:tc>
          <w:tcPr>
            <w:tcW w:w="2415" w:type="pct"/>
          </w:tcPr>
          <w:p w:rsidR="00262609" w:rsidRPr="001F4A9D" w:rsidRDefault="00B2074C" w:rsidP="001F4A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t>Mängden vävnader eller celler som har återkallats</w:t>
            </w:r>
          </w:p>
        </w:tc>
        <w:tc>
          <w:tcPr>
            <w:tcW w:w="2585" w:type="pct"/>
          </w:tcPr>
          <w:p w:rsidR="00B2074C" w:rsidRPr="001F4A9D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F4A9D" w:rsidRPr="001F4A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F4A9D">
              <w:rPr>
                <w:rFonts w:ascii="Arial" w:hAnsi="Arial" w:cs="Arial"/>
                <w:sz w:val="18"/>
                <w:szCs w:val="18"/>
              </w:rPr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2074C" w:rsidRPr="001F4A9D" w:rsidTr="00D043FB">
        <w:trPr>
          <w:trHeight w:val="562"/>
        </w:trPr>
        <w:tc>
          <w:tcPr>
            <w:tcW w:w="2415" w:type="pct"/>
          </w:tcPr>
          <w:p w:rsidR="00262609" w:rsidRPr="001F4A9D" w:rsidRDefault="00B2074C" w:rsidP="001F4A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t>Mängden vävnader eller celler som inte har använts</w:t>
            </w:r>
          </w:p>
        </w:tc>
        <w:tc>
          <w:tcPr>
            <w:tcW w:w="2585" w:type="pct"/>
          </w:tcPr>
          <w:p w:rsidR="00B2074C" w:rsidRPr="001F4A9D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F4A9D" w:rsidRPr="001F4A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F4A9D">
              <w:rPr>
                <w:rFonts w:ascii="Arial" w:hAnsi="Arial" w:cs="Arial"/>
                <w:sz w:val="18"/>
                <w:szCs w:val="18"/>
              </w:rPr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B2074C" w:rsidRPr="001F4A9D" w:rsidTr="00D043FB">
        <w:trPr>
          <w:trHeight w:val="556"/>
        </w:trPr>
        <w:tc>
          <w:tcPr>
            <w:tcW w:w="2415" w:type="pct"/>
          </w:tcPr>
          <w:p w:rsidR="00262609" w:rsidRPr="001F4A9D" w:rsidRDefault="00B2074C" w:rsidP="001F4A9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t>Antalet rapporterade allvarliga avvikande händelser och allvarliga biverkningar</w:t>
            </w:r>
          </w:p>
        </w:tc>
        <w:tc>
          <w:tcPr>
            <w:tcW w:w="2585" w:type="pct"/>
          </w:tcPr>
          <w:p w:rsidR="00B2074C" w:rsidRPr="001F4A9D" w:rsidRDefault="001D7052" w:rsidP="001F4A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F4A9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F4A9D" w:rsidRPr="001F4A9D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F4A9D">
              <w:rPr>
                <w:rFonts w:ascii="Arial" w:hAnsi="Arial" w:cs="Arial"/>
                <w:sz w:val="18"/>
                <w:szCs w:val="18"/>
              </w:rPr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="001F4A9D" w:rsidRPr="001F4A9D">
              <w:rPr>
                <w:rFonts w:cs="Arial"/>
                <w:noProof/>
                <w:sz w:val="18"/>
                <w:szCs w:val="18"/>
              </w:rPr>
              <w:t> </w:t>
            </w:r>
            <w:r w:rsidRPr="001F4A9D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754266" w:rsidRPr="00200DEF" w:rsidRDefault="00754266" w:rsidP="00262609">
      <w:pPr>
        <w:pStyle w:val="Rubriktabell"/>
      </w:pPr>
    </w:p>
    <w:sectPr w:rsidR="00754266" w:rsidRPr="00200DEF" w:rsidSect="00262609">
      <w:headerReference w:type="default" r:id="rId9"/>
      <w:footerReference w:type="even" r:id="rId10"/>
      <w:footerReference w:type="default" r:id="rId11"/>
      <w:pgSz w:w="11907" w:h="16840" w:code="9"/>
      <w:pgMar w:top="1418" w:right="1418" w:bottom="1418" w:left="1418" w:header="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86" w:rsidRDefault="00974A86">
      <w:r>
        <w:separator/>
      </w:r>
    </w:p>
  </w:endnote>
  <w:endnote w:type="continuationSeparator" w:id="0">
    <w:p w:rsidR="00974A86" w:rsidRDefault="0097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74C" w:rsidRDefault="001D7052" w:rsidP="004F5A0C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 w:rsidR="00B2074C"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B2074C">
      <w:rPr>
        <w:rStyle w:val="Sidnummer"/>
        <w:noProof/>
      </w:rPr>
      <w:t>13</w:t>
    </w:r>
    <w:r>
      <w:rPr>
        <w:rStyle w:val="Sidnummer"/>
      </w:rPr>
      <w:fldChar w:fldCharType="end"/>
    </w:r>
  </w:p>
  <w:p w:rsidR="00B2074C" w:rsidRDefault="00B2074C" w:rsidP="001C695F">
    <w:pPr>
      <w:pStyle w:val="Sidfo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3FB" w:rsidRPr="00CD540F" w:rsidRDefault="00D043FB" w:rsidP="00D043FB">
    <w:pPr>
      <w:pStyle w:val="Sidfot"/>
      <w:rPr>
        <w:rFonts w:ascii="Arial" w:hAnsi="Arial" w:cs="Arial"/>
      </w:rPr>
    </w:pPr>
  </w:p>
  <w:p w:rsidR="00B2074C" w:rsidRPr="001F4A9D" w:rsidRDefault="00B2074C" w:rsidP="00D043FB">
    <w:pPr>
      <w:pStyle w:val="Sidfot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86" w:rsidRDefault="00974A86">
      <w:r>
        <w:separator/>
      </w:r>
    </w:p>
  </w:footnote>
  <w:footnote w:type="continuationSeparator" w:id="0">
    <w:p w:rsidR="00974A86" w:rsidRDefault="00974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103" w:rsidRDefault="00C96103">
    <w:pPr>
      <w:pStyle w:val="Sidhuvud"/>
    </w:pPr>
  </w:p>
  <w:p w:rsidR="00C96103" w:rsidRDefault="00C96103">
    <w:pPr>
      <w:pStyle w:val="Sidhuvud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156845</wp:posOffset>
          </wp:positionV>
          <wp:extent cx="2080260" cy="325755"/>
          <wp:effectExtent l="19050" t="0" r="0" b="0"/>
          <wp:wrapSquare wrapText="bothSides"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325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96103" w:rsidRDefault="00C96103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8FCC194E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pStyle w:val="Rubrik2"/>
      <w:lvlText w:val="%2"/>
      <w:legacy w:legacy="1" w:legacySpace="340" w:legacyIndent="0"/>
      <w:lvlJc w:val="left"/>
      <w:pPr>
        <w:ind w:left="851" w:firstLine="0"/>
      </w:pPr>
    </w:lvl>
    <w:lvl w:ilvl="2">
      <w:start w:val="1"/>
      <w:numFmt w:val="decimal"/>
      <w:pStyle w:val="Rubrik3"/>
      <w:lvlText w:val="%2.%3"/>
      <w:legacy w:legacy="1" w:legacySpace="170" w:legacyIndent="0"/>
      <w:lvlJc w:val="left"/>
      <w:pPr>
        <w:ind w:left="851" w:firstLine="0"/>
      </w:pPr>
    </w:lvl>
    <w:lvl w:ilvl="3">
      <w:start w:val="1"/>
      <w:numFmt w:val="decimal"/>
      <w:pStyle w:val="Rubrik4"/>
      <w:lvlText w:val="%2.%3.%4"/>
      <w:legacy w:legacy="1" w:legacySpace="227" w:legacyIndent="0"/>
      <w:lvlJc w:val="left"/>
      <w:pPr>
        <w:ind w:left="851" w:firstLine="0"/>
      </w:pPr>
    </w:lvl>
    <w:lvl w:ilvl="4">
      <w:start w:val="1"/>
      <w:numFmt w:val="decimal"/>
      <w:pStyle w:val="Rubrik5"/>
      <w:lvlText w:val="%2.%3.%4.%5"/>
      <w:legacy w:legacy="1" w:legacySpace="0" w:legacyIndent="708"/>
      <w:lvlJc w:val="left"/>
      <w:pPr>
        <w:ind w:left="851" w:hanging="708"/>
      </w:pPr>
    </w:lvl>
    <w:lvl w:ilvl="5">
      <w:start w:val="1"/>
      <w:numFmt w:val="decimal"/>
      <w:pStyle w:val="Rubrik6"/>
      <w:lvlText w:val="%2.%3.%4.%5.%6"/>
      <w:legacy w:legacy="1" w:legacySpace="0" w:legacyIndent="708"/>
      <w:lvlJc w:val="left"/>
      <w:pPr>
        <w:ind w:left="1843" w:hanging="708"/>
      </w:pPr>
    </w:lvl>
    <w:lvl w:ilvl="6">
      <w:start w:val="1"/>
      <w:numFmt w:val="decimal"/>
      <w:lvlText w:val="%2.%3.%4.%5.%6.%7"/>
      <w:legacy w:legacy="1" w:legacySpace="0" w:legacyIndent="708"/>
      <w:lvlJc w:val="left"/>
      <w:pPr>
        <w:ind w:left="2124" w:hanging="708"/>
      </w:pPr>
    </w:lvl>
    <w:lvl w:ilvl="7">
      <w:start w:val="1"/>
      <w:numFmt w:val="decimal"/>
      <w:lvlText w:val="%2.%3.%4.%5.%6.%7.%8"/>
      <w:legacy w:legacy="1" w:legacySpace="0" w:legacyIndent="708"/>
      <w:lvlJc w:val="left"/>
      <w:pPr>
        <w:ind w:left="2832" w:hanging="708"/>
      </w:pPr>
    </w:lvl>
    <w:lvl w:ilvl="8">
      <w:start w:val="1"/>
      <w:numFmt w:val="decimal"/>
      <w:lvlText w:val="%2.%3.%4.%5.%6.%7.%8.%9"/>
      <w:legacy w:legacy="1" w:legacySpace="0" w:legacyIndent="708"/>
      <w:lvlJc w:val="left"/>
      <w:pPr>
        <w:ind w:left="3540" w:hanging="708"/>
      </w:pPr>
    </w:lvl>
  </w:abstractNum>
  <w:abstractNum w:abstractNumId="1">
    <w:nsid w:val="023D1D39"/>
    <w:multiLevelType w:val="hybridMultilevel"/>
    <w:tmpl w:val="73B8DF8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62944"/>
    <w:multiLevelType w:val="multilevel"/>
    <w:tmpl w:val="D5AA5996"/>
    <w:lvl w:ilvl="0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406B"/>
    <w:multiLevelType w:val="hybridMultilevel"/>
    <w:tmpl w:val="1B6A319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5454F"/>
    <w:multiLevelType w:val="hybridMultilevel"/>
    <w:tmpl w:val="7542DCE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7D2E1C"/>
    <w:multiLevelType w:val="hybridMultilevel"/>
    <w:tmpl w:val="DB4800DE"/>
    <w:lvl w:ilvl="0" w:tplc="041D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6">
    <w:nsid w:val="1226776B"/>
    <w:multiLevelType w:val="hybridMultilevel"/>
    <w:tmpl w:val="09984CD2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B63E0C"/>
    <w:multiLevelType w:val="hybridMultilevel"/>
    <w:tmpl w:val="327870F0"/>
    <w:lvl w:ilvl="0" w:tplc="89841F4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C70D6C"/>
    <w:multiLevelType w:val="hybridMultilevel"/>
    <w:tmpl w:val="4E30DDA6"/>
    <w:lvl w:ilvl="0" w:tplc="041D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506" w:hanging="360"/>
      </w:pPr>
    </w:lvl>
    <w:lvl w:ilvl="2" w:tplc="041D001B" w:tentative="1">
      <w:start w:val="1"/>
      <w:numFmt w:val="lowerRoman"/>
      <w:lvlText w:val="%3."/>
      <w:lvlJc w:val="right"/>
      <w:pPr>
        <w:ind w:left="2226" w:hanging="180"/>
      </w:pPr>
    </w:lvl>
    <w:lvl w:ilvl="3" w:tplc="041D000F" w:tentative="1">
      <w:start w:val="1"/>
      <w:numFmt w:val="decimal"/>
      <w:lvlText w:val="%4."/>
      <w:lvlJc w:val="left"/>
      <w:pPr>
        <w:ind w:left="2946" w:hanging="360"/>
      </w:pPr>
    </w:lvl>
    <w:lvl w:ilvl="4" w:tplc="041D0019" w:tentative="1">
      <w:start w:val="1"/>
      <w:numFmt w:val="lowerLetter"/>
      <w:lvlText w:val="%5."/>
      <w:lvlJc w:val="left"/>
      <w:pPr>
        <w:ind w:left="3666" w:hanging="360"/>
      </w:pPr>
    </w:lvl>
    <w:lvl w:ilvl="5" w:tplc="041D001B" w:tentative="1">
      <w:start w:val="1"/>
      <w:numFmt w:val="lowerRoman"/>
      <w:lvlText w:val="%6."/>
      <w:lvlJc w:val="right"/>
      <w:pPr>
        <w:ind w:left="4386" w:hanging="180"/>
      </w:pPr>
    </w:lvl>
    <w:lvl w:ilvl="6" w:tplc="041D000F" w:tentative="1">
      <w:start w:val="1"/>
      <w:numFmt w:val="decimal"/>
      <w:lvlText w:val="%7."/>
      <w:lvlJc w:val="left"/>
      <w:pPr>
        <w:ind w:left="5106" w:hanging="360"/>
      </w:pPr>
    </w:lvl>
    <w:lvl w:ilvl="7" w:tplc="041D0019" w:tentative="1">
      <w:start w:val="1"/>
      <w:numFmt w:val="lowerLetter"/>
      <w:lvlText w:val="%8."/>
      <w:lvlJc w:val="left"/>
      <w:pPr>
        <w:ind w:left="5826" w:hanging="360"/>
      </w:pPr>
    </w:lvl>
    <w:lvl w:ilvl="8" w:tplc="041D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60588"/>
    <w:multiLevelType w:val="hybridMultilevel"/>
    <w:tmpl w:val="DD28FC30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29611A"/>
    <w:multiLevelType w:val="hybridMultilevel"/>
    <w:tmpl w:val="C0CA87D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E51DB1"/>
    <w:multiLevelType w:val="hybridMultilevel"/>
    <w:tmpl w:val="67DCE31A"/>
    <w:lvl w:ilvl="0" w:tplc="041D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21003CCE"/>
    <w:multiLevelType w:val="hybridMultilevel"/>
    <w:tmpl w:val="D720A51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653F5A"/>
    <w:multiLevelType w:val="hybridMultilevel"/>
    <w:tmpl w:val="C83ACE82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313698"/>
    <w:multiLevelType w:val="hybridMultilevel"/>
    <w:tmpl w:val="6A00E1C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7749E"/>
    <w:multiLevelType w:val="hybridMultilevel"/>
    <w:tmpl w:val="32AC767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EE5B18"/>
    <w:multiLevelType w:val="hybridMultilevel"/>
    <w:tmpl w:val="F95E4C2E"/>
    <w:lvl w:ilvl="0" w:tplc="041D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>
    <w:nsid w:val="26C458E7"/>
    <w:multiLevelType w:val="hybridMultilevel"/>
    <w:tmpl w:val="BABEB7E2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584AB4"/>
    <w:multiLevelType w:val="hybridMultilevel"/>
    <w:tmpl w:val="53F2EF4A"/>
    <w:lvl w:ilvl="0" w:tplc="76AAD7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506" w:hanging="360"/>
      </w:pPr>
    </w:lvl>
    <w:lvl w:ilvl="2" w:tplc="041D001B" w:tentative="1">
      <w:start w:val="1"/>
      <w:numFmt w:val="lowerRoman"/>
      <w:lvlText w:val="%3."/>
      <w:lvlJc w:val="right"/>
      <w:pPr>
        <w:ind w:left="2226" w:hanging="180"/>
      </w:pPr>
    </w:lvl>
    <w:lvl w:ilvl="3" w:tplc="041D000F" w:tentative="1">
      <w:start w:val="1"/>
      <w:numFmt w:val="decimal"/>
      <w:lvlText w:val="%4."/>
      <w:lvlJc w:val="left"/>
      <w:pPr>
        <w:ind w:left="2946" w:hanging="360"/>
      </w:pPr>
    </w:lvl>
    <w:lvl w:ilvl="4" w:tplc="041D0019" w:tentative="1">
      <w:start w:val="1"/>
      <w:numFmt w:val="lowerLetter"/>
      <w:lvlText w:val="%5."/>
      <w:lvlJc w:val="left"/>
      <w:pPr>
        <w:ind w:left="3666" w:hanging="360"/>
      </w:pPr>
    </w:lvl>
    <w:lvl w:ilvl="5" w:tplc="041D001B" w:tentative="1">
      <w:start w:val="1"/>
      <w:numFmt w:val="lowerRoman"/>
      <w:lvlText w:val="%6."/>
      <w:lvlJc w:val="right"/>
      <w:pPr>
        <w:ind w:left="4386" w:hanging="180"/>
      </w:pPr>
    </w:lvl>
    <w:lvl w:ilvl="6" w:tplc="041D000F" w:tentative="1">
      <w:start w:val="1"/>
      <w:numFmt w:val="decimal"/>
      <w:lvlText w:val="%7."/>
      <w:lvlJc w:val="left"/>
      <w:pPr>
        <w:ind w:left="5106" w:hanging="360"/>
      </w:pPr>
    </w:lvl>
    <w:lvl w:ilvl="7" w:tplc="041D0019" w:tentative="1">
      <w:start w:val="1"/>
      <w:numFmt w:val="lowerLetter"/>
      <w:lvlText w:val="%8."/>
      <w:lvlJc w:val="left"/>
      <w:pPr>
        <w:ind w:left="5826" w:hanging="360"/>
      </w:pPr>
    </w:lvl>
    <w:lvl w:ilvl="8" w:tplc="041D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2AFA02E0"/>
    <w:multiLevelType w:val="hybridMultilevel"/>
    <w:tmpl w:val="62DE7AA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343601"/>
    <w:multiLevelType w:val="hybridMultilevel"/>
    <w:tmpl w:val="F6F8127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2B36B3"/>
    <w:multiLevelType w:val="hybridMultilevel"/>
    <w:tmpl w:val="78C6DCB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F91707"/>
    <w:multiLevelType w:val="hybridMultilevel"/>
    <w:tmpl w:val="32DA5DCC"/>
    <w:lvl w:ilvl="0" w:tplc="041D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314845AD"/>
    <w:multiLevelType w:val="multilevel"/>
    <w:tmpl w:val="D8C48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AB197A"/>
    <w:multiLevelType w:val="hybridMultilevel"/>
    <w:tmpl w:val="D200EF08"/>
    <w:lvl w:ilvl="0" w:tplc="336E8BA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D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6B62066"/>
    <w:multiLevelType w:val="hybridMultilevel"/>
    <w:tmpl w:val="35CE8956"/>
    <w:lvl w:ilvl="0" w:tplc="041D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13481E"/>
    <w:multiLevelType w:val="multilevel"/>
    <w:tmpl w:val="35CE89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0F941CE"/>
    <w:multiLevelType w:val="hybridMultilevel"/>
    <w:tmpl w:val="BEC66100"/>
    <w:lvl w:ilvl="0" w:tplc="A8CE8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CF639B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16333D7"/>
    <w:multiLevelType w:val="hybridMultilevel"/>
    <w:tmpl w:val="1EAC31C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A04F15"/>
    <w:multiLevelType w:val="hybridMultilevel"/>
    <w:tmpl w:val="4B2C3EF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894D3A"/>
    <w:multiLevelType w:val="hybridMultilevel"/>
    <w:tmpl w:val="EC146E42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C77C3F"/>
    <w:multiLevelType w:val="hybridMultilevel"/>
    <w:tmpl w:val="9E1C3E0E"/>
    <w:lvl w:ilvl="0" w:tplc="FFFFFFFF">
      <w:start w:val="1"/>
      <w:numFmt w:val="bullet"/>
      <w:lvlText w:val="–"/>
      <w:lvlJc w:val="left"/>
      <w:pPr>
        <w:tabs>
          <w:tab w:val="num" w:pos="357"/>
        </w:tabs>
        <w:ind w:left="709" w:hanging="352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4A70F1E"/>
    <w:multiLevelType w:val="hybridMultilevel"/>
    <w:tmpl w:val="478883F6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4AA6358"/>
    <w:multiLevelType w:val="hybridMultilevel"/>
    <w:tmpl w:val="FD0AFB24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5593092"/>
    <w:multiLevelType w:val="hybridMultilevel"/>
    <w:tmpl w:val="752EFF1E"/>
    <w:lvl w:ilvl="0" w:tplc="DCF8D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257478"/>
    <w:multiLevelType w:val="hybridMultilevel"/>
    <w:tmpl w:val="D0A6F642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C46827"/>
    <w:multiLevelType w:val="hybridMultilevel"/>
    <w:tmpl w:val="C4848E40"/>
    <w:lvl w:ilvl="0" w:tplc="041D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7">
    <w:nsid w:val="590D13EE"/>
    <w:multiLevelType w:val="hybridMultilevel"/>
    <w:tmpl w:val="850EDBCE"/>
    <w:lvl w:ilvl="0" w:tplc="041D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9F30D33"/>
    <w:multiLevelType w:val="hybridMultilevel"/>
    <w:tmpl w:val="85684A38"/>
    <w:lvl w:ilvl="0" w:tplc="DDAC9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CD642B1"/>
    <w:multiLevelType w:val="hybridMultilevel"/>
    <w:tmpl w:val="A4725BAA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CE2C33"/>
    <w:multiLevelType w:val="multilevel"/>
    <w:tmpl w:val="327870F0"/>
    <w:lvl w:ilvl="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0E3406E"/>
    <w:multiLevelType w:val="hybridMultilevel"/>
    <w:tmpl w:val="11B0D89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7631A77"/>
    <w:multiLevelType w:val="hybridMultilevel"/>
    <w:tmpl w:val="7BB0724C"/>
    <w:lvl w:ilvl="0" w:tplc="89841F4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4309DB"/>
    <w:multiLevelType w:val="hybridMultilevel"/>
    <w:tmpl w:val="B37E5D1A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3C5A33"/>
    <w:multiLevelType w:val="hybridMultilevel"/>
    <w:tmpl w:val="C9229F82"/>
    <w:lvl w:ilvl="0" w:tplc="EE68A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D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A7A2265"/>
    <w:multiLevelType w:val="hybridMultilevel"/>
    <w:tmpl w:val="A9967A10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0DC7991"/>
    <w:multiLevelType w:val="multilevel"/>
    <w:tmpl w:val="7BB0724C"/>
    <w:lvl w:ilvl="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656DD6"/>
    <w:multiLevelType w:val="hybridMultilevel"/>
    <w:tmpl w:val="D12637BC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6CE0196"/>
    <w:multiLevelType w:val="hybridMultilevel"/>
    <w:tmpl w:val="FCEC98CE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C554FC"/>
    <w:multiLevelType w:val="hybridMultilevel"/>
    <w:tmpl w:val="22C8BAF2"/>
    <w:lvl w:ilvl="0" w:tplc="041D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1"/>
  </w:num>
  <w:num w:numId="7">
    <w:abstractNumId w:val="4"/>
  </w:num>
  <w:num w:numId="8">
    <w:abstractNumId w:val="11"/>
  </w:num>
  <w:num w:numId="9">
    <w:abstractNumId w:val="3"/>
  </w:num>
  <w:num w:numId="10">
    <w:abstractNumId w:val="24"/>
  </w:num>
  <w:num w:numId="11">
    <w:abstractNumId w:val="29"/>
  </w:num>
  <w:num w:numId="12">
    <w:abstractNumId w:val="47"/>
  </w:num>
  <w:num w:numId="13">
    <w:abstractNumId w:val="38"/>
  </w:num>
  <w:num w:numId="14">
    <w:abstractNumId w:val="35"/>
  </w:num>
  <w:num w:numId="15">
    <w:abstractNumId w:val="32"/>
  </w:num>
  <w:num w:numId="16">
    <w:abstractNumId w:val="17"/>
  </w:num>
  <w:num w:numId="17">
    <w:abstractNumId w:val="48"/>
  </w:num>
  <w:num w:numId="18">
    <w:abstractNumId w:val="43"/>
  </w:num>
  <w:num w:numId="19">
    <w:abstractNumId w:val="12"/>
  </w:num>
  <w:num w:numId="20">
    <w:abstractNumId w:val="42"/>
  </w:num>
  <w:num w:numId="21">
    <w:abstractNumId w:val="1"/>
  </w:num>
  <w:num w:numId="22">
    <w:abstractNumId w:val="31"/>
  </w:num>
  <w:num w:numId="23">
    <w:abstractNumId w:val="44"/>
  </w:num>
  <w:num w:numId="24">
    <w:abstractNumId w:val="5"/>
  </w:num>
  <w:num w:numId="25">
    <w:abstractNumId w:val="36"/>
  </w:num>
  <w:num w:numId="26">
    <w:abstractNumId w:val="49"/>
  </w:num>
  <w:num w:numId="27">
    <w:abstractNumId w:val="16"/>
  </w:num>
  <w:num w:numId="28">
    <w:abstractNumId w:val="15"/>
  </w:num>
  <w:num w:numId="29">
    <w:abstractNumId w:val="45"/>
  </w:num>
  <w:num w:numId="30">
    <w:abstractNumId w:val="9"/>
  </w:num>
  <w:num w:numId="31">
    <w:abstractNumId w:val="22"/>
  </w:num>
  <w:num w:numId="32">
    <w:abstractNumId w:val="13"/>
  </w:num>
  <w:num w:numId="33">
    <w:abstractNumId w:val="20"/>
  </w:num>
  <w:num w:numId="34">
    <w:abstractNumId w:val="39"/>
  </w:num>
  <w:num w:numId="35">
    <w:abstractNumId w:val="6"/>
  </w:num>
  <w:num w:numId="36">
    <w:abstractNumId w:val="33"/>
  </w:num>
  <w:num w:numId="37">
    <w:abstractNumId w:val="30"/>
  </w:num>
  <w:num w:numId="38">
    <w:abstractNumId w:val="10"/>
  </w:num>
  <w:num w:numId="39">
    <w:abstractNumId w:val="34"/>
  </w:num>
  <w:num w:numId="40">
    <w:abstractNumId w:val="19"/>
  </w:num>
  <w:num w:numId="41">
    <w:abstractNumId w:val="25"/>
  </w:num>
  <w:num w:numId="42">
    <w:abstractNumId w:val="26"/>
  </w:num>
  <w:num w:numId="43">
    <w:abstractNumId w:val="28"/>
  </w:num>
  <w:num w:numId="44">
    <w:abstractNumId w:val="23"/>
  </w:num>
  <w:num w:numId="45">
    <w:abstractNumId w:val="46"/>
  </w:num>
  <w:num w:numId="46">
    <w:abstractNumId w:val="7"/>
  </w:num>
  <w:num w:numId="47">
    <w:abstractNumId w:val="40"/>
  </w:num>
  <w:num w:numId="48">
    <w:abstractNumId w:val="37"/>
  </w:num>
  <w:num w:numId="49">
    <w:abstractNumId w:val="2"/>
  </w:num>
  <w:num w:numId="50">
    <w:abstractNumId w:val="27"/>
  </w:num>
  <w:num w:numId="51">
    <w:abstractNumId w:val="14"/>
  </w:num>
  <w:num w:numId="52">
    <w:abstractNumId w:val="18"/>
  </w:num>
  <w:num w:numId="53">
    <w:abstractNumId w:val="21"/>
  </w:num>
  <w:num w:numId="54">
    <w:abstractNumId w:va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3F1"/>
    <w:rsid w:val="000009CB"/>
    <w:rsid w:val="00003C44"/>
    <w:rsid w:val="00004EE6"/>
    <w:rsid w:val="000068F6"/>
    <w:rsid w:val="00006AF7"/>
    <w:rsid w:val="00011E0E"/>
    <w:rsid w:val="0001416F"/>
    <w:rsid w:val="000147F1"/>
    <w:rsid w:val="000214B7"/>
    <w:rsid w:val="0002366A"/>
    <w:rsid w:val="00025654"/>
    <w:rsid w:val="00025C88"/>
    <w:rsid w:val="000318D2"/>
    <w:rsid w:val="0003263A"/>
    <w:rsid w:val="00032A0E"/>
    <w:rsid w:val="00033E9B"/>
    <w:rsid w:val="000376AE"/>
    <w:rsid w:val="00040A9E"/>
    <w:rsid w:val="00040D70"/>
    <w:rsid w:val="00041511"/>
    <w:rsid w:val="000428B8"/>
    <w:rsid w:val="00042F13"/>
    <w:rsid w:val="000438C7"/>
    <w:rsid w:val="000451AA"/>
    <w:rsid w:val="00045E2B"/>
    <w:rsid w:val="00046DA6"/>
    <w:rsid w:val="00046F64"/>
    <w:rsid w:val="000514AF"/>
    <w:rsid w:val="00053779"/>
    <w:rsid w:val="000542BD"/>
    <w:rsid w:val="000554E4"/>
    <w:rsid w:val="00055DC2"/>
    <w:rsid w:val="000602FC"/>
    <w:rsid w:val="000603B6"/>
    <w:rsid w:val="00063676"/>
    <w:rsid w:val="00066A2B"/>
    <w:rsid w:val="00067AC7"/>
    <w:rsid w:val="00067FC3"/>
    <w:rsid w:val="000708ED"/>
    <w:rsid w:val="00070C89"/>
    <w:rsid w:val="000728F3"/>
    <w:rsid w:val="00074DF2"/>
    <w:rsid w:val="000752C0"/>
    <w:rsid w:val="00075BF2"/>
    <w:rsid w:val="00080287"/>
    <w:rsid w:val="00081814"/>
    <w:rsid w:val="00083E12"/>
    <w:rsid w:val="000855D0"/>
    <w:rsid w:val="00086C41"/>
    <w:rsid w:val="000900EA"/>
    <w:rsid w:val="00091CF1"/>
    <w:rsid w:val="000934D7"/>
    <w:rsid w:val="000A08E8"/>
    <w:rsid w:val="000A0AB6"/>
    <w:rsid w:val="000A2FDB"/>
    <w:rsid w:val="000A69FB"/>
    <w:rsid w:val="000A78F0"/>
    <w:rsid w:val="000B0E87"/>
    <w:rsid w:val="000B3275"/>
    <w:rsid w:val="000B4C3C"/>
    <w:rsid w:val="000B5764"/>
    <w:rsid w:val="000B5AC3"/>
    <w:rsid w:val="000B7325"/>
    <w:rsid w:val="000C11B8"/>
    <w:rsid w:val="000C181F"/>
    <w:rsid w:val="000C2C5F"/>
    <w:rsid w:val="000C348C"/>
    <w:rsid w:val="000C3D71"/>
    <w:rsid w:val="000C3F24"/>
    <w:rsid w:val="000C50DB"/>
    <w:rsid w:val="000C59E7"/>
    <w:rsid w:val="000C734B"/>
    <w:rsid w:val="000D0A40"/>
    <w:rsid w:val="000D1DEC"/>
    <w:rsid w:val="000D4B86"/>
    <w:rsid w:val="000D5345"/>
    <w:rsid w:val="000D6423"/>
    <w:rsid w:val="000D6A23"/>
    <w:rsid w:val="000E292F"/>
    <w:rsid w:val="000E3B45"/>
    <w:rsid w:val="000E56EE"/>
    <w:rsid w:val="000E7E00"/>
    <w:rsid w:val="000F20BB"/>
    <w:rsid w:val="000F22F5"/>
    <w:rsid w:val="000F266E"/>
    <w:rsid w:val="000F2A95"/>
    <w:rsid w:val="000F4E87"/>
    <w:rsid w:val="000F5A85"/>
    <w:rsid w:val="000F6272"/>
    <w:rsid w:val="00100550"/>
    <w:rsid w:val="0010344F"/>
    <w:rsid w:val="0010796E"/>
    <w:rsid w:val="00110A76"/>
    <w:rsid w:val="00113626"/>
    <w:rsid w:val="001152A5"/>
    <w:rsid w:val="00115529"/>
    <w:rsid w:val="00115908"/>
    <w:rsid w:val="001163C6"/>
    <w:rsid w:val="00116821"/>
    <w:rsid w:val="00123816"/>
    <w:rsid w:val="00124AAC"/>
    <w:rsid w:val="00124F0F"/>
    <w:rsid w:val="00126B35"/>
    <w:rsid w:val="001303F1"/>
    <w:rsid w:val="001307A0"/>
    <w:rsid w:val="001311DE"/>
    <w:rsid w:val="001312BE"/>
    <w:rsid w:val="00134EDC"/>
    <w:rsid w:val="00135A87"/>
    <w:rsid w:val="0013769B"/>
    <w:rsid w:val="0014123F"/>
    <w:rsid w:val="001443CC"/>
    <w:rsid w:val="00144B41"/>
    <w:rsid w:val="001452A7"/>
    <w:rsid w:val="00146E0F"/>
    <w:rsid w:val="001475B7"/>
    <w:rsid w:val="001475B9"/>
    <w:rsid w:val="00150055"/>
    <w:rsid w:val="00150672"/>
    <w:rsid w:val="00151714"/>
    <w:rsid w:val="00151752"/>
    <w:rsid w:val="00152678"/>
    <w:rsid w:val="0015298B"/>
    <w:rsid w:val="001534F1"/>
    <w:rsid w:val="00156A02"/>
    <w:rsid w:val="00157E6A"/>
    <w:rsid w:val="00161C0E"/>
    <w:rsid w:val="00163696"/>
    <w:rsid w:val="00163A82"/>
    <w:rsid w:val="00166A81"/>
    <w:rsid w:val="00166CA9"/>
    <w:rsid w:val="001714DE"/>
    <w:rsid w:val="00171B49"/>
    <w:rsid w:val="00173030"/>
    <w:rsid w:val="0017374D"/>
    <w:rsid w:val="00176B59"/>
    <w:rsid w:val="00176C64"/>
    <w:rsid w:val="001778F5"/>
    <w:rsid w:val="00181AF7"/>
    <w:rsid w:val="00183955"/>
    <w:rsid w:val="0018579F"/>
    <w:rsid w:val="001862D6"/>
    <w:rsid w:val="00192693"/>
    <w:rsid w:val="001A006A"/>
    <w:rsid w:val="001A01D1"/>
    <w:rsid w:val="001A4065"/>
    <w:rsid w:val="001A4CD2"/>
    <w:rsid w:val="001B073D"/>
    <w:rsid w:val="001B0847"/>
    <w:rsid w:val="001B1471"/>
    <w:rsid w:val="001B42D2"/>
    <w:rsid w:val="001C066D"/>
    <w:rsid w:val="001C695F"/>
    <w:rsid w:val="001D1DB8"/>
    <w:rsid w:val="001D3168"/>
    <w:rsid w:val="001D5172"/>
    <w:rsid w:val="001D7052"/>
    <w:rsid w:val="001D7721"/>
    <w:rsid w:val="001E302D"/>
    <w:rsid w:val="001E358D"/>
    <w:rsid w:val="001E6238"/>
    <w:rsid w:val="001E6242"/>
    <w:rsid w:val="001E69E9"/>
    <w:rsid w:val="001F4455"/>
    <w:rsid w:val="001F4A9D"/>
    <w:rsid w:val="001F572C"/>
    <w:rsid w:val="001F5C25"/>
    <w:rsid w:val="001F678A"/>
    <w:rsid w:val="001F71A2"/>
    <w:rsid w:val="002004AE"/>
    <w:rsid w:val="00200DEF"/>
    <w:rsid w:val="00201F72"/>
    <w:rsid w:val="0020377E"/>
    <w:rsid w:val="002040DF"/>
    <w:rsid w:val="002124E5"/>
    <w:rsid w:val="0021422B"/>
    <w:rsid w:val="0022033F"/>
    <w:rsid w:val="00220563"/>
    <w:rsid w:val="002229A1"/>
    <w:rsid w:val="002256D1"/>
    <w:rsid w:val="00230713"/>
    <w:rsid w:val="002322D6"/>
    <w:rsid w:val="00236843"/>
    <w:rsid w:val="00236F72"/>
    <w:rsid w:val="00237872"/>
    <w:rsid w:val="00237979"/>
    <w:rsid w:val="0024206D"/>
    <w:rsid w:val="00242FD8"/>
    <w:rsid w:val="0024380A"/>
    <w:rsid w:val="002447C8"/>
    <w:rsid w:val="00247E6D"/>
    <w:rsid w:val="00250896"/>
    <w:rsid w:val="00252818"/>
    <w:rsid w:val="002534CC"/>
    <w:rsid w:val="002552DE"/>
    <w:rsid w:val="002622FC"/>
    <w:rsid w:val="00262609"/>
    <w:rsid w:val="002640AA"/>
    <w:rsid w:val="00266F5B"/>
    <w:rsid w:val="00267E8A"/>
    <w:rsid w:val="00270C1A"/>
    <w:rsid w:val="00272A27"/>
    <w:rsid w:val="0027326B"/>
    <w:rsid w:val="00275CD1"/>
    <w:rsid w:val="00276084"/>
    <w:rsid w:val="002775D4"/>
    <w:rsid w:val="00280680"/>
    <w:rsid w:val="00281A46"/>
    <w:rsid w:val="00281AC9"/>
    <w:rsid w:val="00281F62"/>
    <w:rsid w:val="00284034"/>
    <w:rsid w:val="002842DB"/>
    <w:rsid w:val="00285752"/>
    <w:rsid w:val="00286C64"/>
    <w:rsid w:val="00287583"/>
    <w:rsid w:val="002905A2"/>
    <w:rsid w:val="0029325B"/>
    <w:rsid w:val="00295471"/>
    <w:rsid w:val="002A291D"/>
    <w:rsid w:val="002A797B"/>
    <w:rsid w:val="002A7F5D"/>
    <w:rsid w:val="002B098C"/>
    <w:rsid w:val="002B3360"/>
    <w:rsid w:val="002C1603"/>
    <w:rsid w:val="002C3F85"/>
    <w:rsid w:val="002C4F39"/>
    <w:rsid w:val="002C59BE"/>
    <w:rsid w:val="002D172D"/>
    <w:rsid w:val="002D191F"/>
    <w:rsid w:val="002D20BF"/>
    <w:rsid w:val="002D28C0"/>
    <w:rsid w:val="002D4185"/>
    <w:rsid w:val="002D4515"/>
    <w:rsid w:val="002D4ACB"/>
    <w:rsid w:val="002D6D72"/>
    <w:rsid w:val="002D7919"/>
    <w:rsid w:val="002E4113"/>
    <w:rsid w:val="002E477E"/>
    <w:rsid w:val="002E49E0"/>
    <w:rsid w:val="002E6F45"/>
    <w:rsid w:val="002E7502"/>
    <w:rsid w:val="002E7B60"/>
    <w:rsid w:val="002F0717"/>
    <w:rsid w:val="002F5E2D"/>
    <w:rsid w:val="002F716E"/>
    <w:rsid w:val="002F7B41"/>
    <w:rsid w:val="00301DB7"/>
    <w:rsid w:val="00302BED"/>
    <w:rsid w:val="0030337E"/>
    <w:rsid w:val="00303A34"/>
    <w:rsid w:val="00304B18"/>
    <w:rsid w:val="0030586C"/>
    <w:rsid w:val="00307BE5"/>
    <w:rsid w:val="00315573"/>
    <w:rsid w:val="00316717"/>
    <w:rsid w:val="0032110A"/>
    <w:rsid w:val="00324094"/>
    <w:rsid w:val="0032423B"/>
    <w:rsid w:val="00324D73"/>
    <w:rsid w:val="003250A1"/>
    <w:rsid w:val="003260B5"/>
    <w:rsid w:val="00333299"/>
    <w:rsid w:val="00335C2C"/>
    <w:rsid w:val="003362BA"/>
    <w:rsid w:val="00336388"/>
    <w:rsid w:val="0033723D"/>
    <w:rsid w:val="00356D36"/>
    <w:rsid w:val="003609B2"/>
    <w:rsid w:val="003619A1"/>
    <w:rsid w:val="00362C5F"/>
    <w:rsid w:val="00362DAA"/>
    <w:rsid w:val="00364F18"/>
    <w:rsid w:val="00366CA5"/>
    <w:rsid w:val="00367B2C"/>
    <w:rsid w:val="0037084F"/>
    <w:rsid w:val="00373579"/>
    <w:rsid w:val="003738A8"/>
    <w:rsid w:val="00373D9D"/>
    <w:rsid w:val="00381D95"/>
    <w:rsid w:val="00384589"/>
    <w:rsid w:val="003928C3"/>
    <w:rsid w:val="00393259"/>
    <w:rsid w:val="00393E9D"/>
    <w:rsid w:val="00394FC7"/>
    <w:rsid w:val="00395959"/>
    <w:rsid w:val="003A14EC"/>
    <w:rsid w:val="003A286B"/>
    <w:rsid w:val="003A44C0"/>
    <w:rsid w:val="003A4510"/>
    <w:rsid w:val="003B078A"/>
    <w:rsid w:val="003B17E6"/>
    <w:rsid w:val="003B3997"/>
    <w:rsid w:val="003B3D4C"/>
    <w:rsid w:val="003B4918"/>
    <w:rsid w:val="003C0186"/>
    <w:rsid w:val="003C08D1"/>
    <w:rsid w:val="003C42DF"/>
    <w:rsid w:val="003C43C5"/>
    <w:rsid w:val="003C4F01"/>
    <w:rsid w:val="003C527A"/>
    <w:rsid w:val="003C5B4A"/>
    <w:rsid w:val="003D121F"/>
    <w:rsid w:val="003D40AD"/>
    <w:rsid w:val="003D43DB"/>
    <w:rsid w:val="003D4C04"/>
    <w:rsid w:val="003D6BDB"/>
    <w:rsid w:val="003E16CF"/>
    <w:rsid w:val="003E27C9"/>
    <w:rsid w:val="003E560B"/>
    <w:rsid w:val="003E68F8"/>
    <w:rsid w:val="003F32CE"/>
    <w:rsid w:val="003F3522"/>
    <w:rsid w:val="003F5207"/>
    <w:rsid w:val="003F6899"/>
    <w:rsid w:val="003F6D51"/>
    <w:rsid w:val="00403D04"/>
    <w:rsid w:val="00406F20"/>
    <w:rsid w:val="0040753A"/>
    <w:rsid w:val="00407908"/>
    <w:rsid w:val="0041259D"/>
    <w:rsid w:val="00413E4B"/>
    <w:rsid w:val="0041408C"/>
    <w:rsid w:val="00414F25"/>
    <w:rsid w:val="0041503B"/>
    <w:rsid w:val="004163A2"/>
    <w:rsid w:val="00416B43"/>
    <w:rsid w:val="00416DCC"/>
    <w:rsid w:val="004217E5"/>
    <w:rsid w:val="004229C0"/>
    <w:rsid w:val="00423745"/>
    <w:rsid w:val="004237BF"/>
    <w:rsid w:val="00423DF7"/>
    <w:rsid w:val="004253EC"/>
    <w:rsid w:val="0043163E"/>
    <w:rsid w:val="00431C09"/>
    <w:rsid w:val="00432544"/>
    <w:rsid w:val="00442BD2"/>
    <w:rsid w:val="00443B3B"/>
    <w:rsid w:val="00444526"/>
    <w:rsid w:val="0044762B"/>
    <w:rsid w:val="00450A71"/>
    <w:rsid w:val="00450F01"/>
    <w:rsid w:val="004522EA"/>
    <w:rsid w:val="00452DF8"/>
    <w:rsid w:val="004540DE"/>
    <w:rsid w:val="00455327"/>
    <w:rsid w:val="00460900"/>
    <w:rsid w:val="00460FFF"/>
    <w:rsid w:val="00463DB9"/>
    <w:rsid w:val="00465D92"/>
    <w:rsid w:val="00466E26"/>
    <w:rsid w:val="00467B7A"/>
    <w:rsid w:val="0047178B"/>
    <w:rsid w:val="00471DE1"/>
    <w:rsid w:val="00472E1E"/>
    <w:rsid w:val="0047447D"/>
    <w:rsid w:val="0047467A"/>
    <w:rsid w:val="00474755"/>
    <w:rsid w:val="0047570B"/>
    <w:rsid w:val="00480AF9"/>
    <w:rsid w:val="00482643"/>
    <w:rsid w:val="00482D7F"/>
    <w:rsid w:val="004837B3"/>
    <w:rsid w:val="00492232"/>
    <w:rsid w:val="00494D2E"/>
    <w:rsid w:val="004950C8"/>
    <w:rsid w:val="00496974"/>
    <w:rsid w:val="004972DD"/>
    <w:rsid w:val="004A00D9"/>
    <w:rsid w:val="004A076F"/>
    <w:rsid w:val="004A3342"/>
    <w:rsid w:val="004A4894"/>
    <w:rsid w:val="004A5574"/>
    <w:rsid w:val="004A6412"/>
    <w:rsid w:val="004A6861"/>
    <w:rsid w:val="004A6DCF"/>
    <w:rsid w:val="004A7EC8"/>
    <w:rsid w:val="004B0A2E"/>
    <w:rsid w:val="004B7006"/>
    <w:rsid w:val="004C6F05"/>
    <w:rsid w:val="004D2563"/>
    <w:rsid w:val="004E0457"/>
    <w:rsid w:val="004E04E2"/>
    <w:rsid w:val="004E0B60"/>
    <w:rsid w:val="004E1480"/>
    <w:rsid w:val="004E4933"/>
    <w:rsid w:val="004E64BA"/>
    <w:rsid w:val="004E6A21"/>
    <w:rsid w:val="004E7227"/>
    <w:rsid w:val="004F4CD2"/>
    <w:rsid w:val="004F5A0C"/>
    <w:rsid w:val="004F5E7F"/>
    <w:rsid w:val="004F73B3"/>
    <w:rsid w:val="00507E1D"/>
    <w:rsid w:val="00507FC0"/>
    <w:rsid w:val="00511027"/>
    <w:rsid w:val="00511ED6"/>
    <w:rsid w:val="00514EE8"/>
    <w:rsid w:val="005170BA"/>
    <w:rsid w:val="00517EC6"/>
    <w:rsid w:val="005229AF"/>
    <w:rsid w:val="00522A1A"/>
    <w:rsid w:val="00523629"/>
    <w:rsid w:val="005242C4"/>
    <w:rsid w:val="005301A6"/>
    <w:rsid w:val="00530883"/>
    <w:rsid w:val="00530E8F"/>
    <w:rsid w:val="0053130F"/>
    <w:rsid w:val="00532263"/>
    <w:rsid w:val="0053333E"/>
    <w:rsid w:val="0053453E"/>
    <w:rsid w:val="00537C40"/>
    <w:rsid w:val="00541397"/>
    <w:rsid w:val="00542F00"/>
    <w:rsid w:val="005430D9"/>
    <w:rsid w:val="00545343"/>
    <w:rsid w:val="0054596B"/>
    <w:rsid w:val="00546DC7"/>
    <w:rsid w:val="00553042"/>
    <w:rsid w:val="00555715"/>
    <w:rsid w:val="0055573F"/>
    <w:rsid w:val="00565292"/>
    <w:rsid w:val="00565BA9"/>
    <w:rsid w:val="00570055"/>
    <w:rsid w:val="00570578"/>
    <w:rsid w:val="00570E0F"/>
    <w:rsid w:val="005712B2"/>
    <w:rsid w:val="005732FF"/>
    <w:rsid w:val="0057359B"/>
    <w:rsid w:val="0057463A"/>
    <w:rsid w:val="0057507A"/>
    <w:rsid w:val="00575328"/>
    <w:rsid w:val="00577E54"/>
    <w:rsid w:val="00580660"/>
    <w:rsid w:val="0058254D"/>
    <w:rsid w:val="00583CDC"/>
    <w:rsid w:val="00584D05"/>
    <w:rsid w:val="005868E0"/>
    <w:rsid w:val="005872B6"/>
    <w:rsid w:val="00591CE1"/>
    <w:rsid w:val="005922D5"/>
    <w:rsid w:val="0059448B"/>
    <w:rsid w:val="00595575"/>
    <w:rsid w:val="00595852"/>
    <w:rsid w:val="0059740D"/>
    <w:rsid w:val="005A0B3C"/>
    <w:rsid w:val="005B00EE"/>
    <w:rsid w:val="005B0CF4"/>
    <w:rsid w:val="005B0E4E"/>
    <w:rsid w:val="005B0FF7"/>
    <w:rsid w:val="005B12FF"/>
    <w:rsid w:val="005B245D"/>
    <w:rsid w:val="005B426D"/>
    <w:rsid w:val="005B573C"/>
    <w:rsid w:val="005B66B2"/>
    <w:rsid w:val="005B7116"/>
    <w:rsid w:val="005C1518"/>
    <w:rsid w:val="005C29FE"/>
    <w:rsid w:val="005C3B6E"/>
    <w:rsid w:val="005C50DA"/>
    <w:rsid w:val="005C5C9F"/>
    <w:rsid w:val="005D08AC"/>
    <w:rsid w:val="005D09C1"/>
    <w:rsid w:val="005D0B83"/>
    <w:rsid w:val="005D251D"/>
    <w:rsid w:val="005D34DF"/>
    <w:rsid w:val="005D45D8"/>
    <w:rsid w:val="005D5B5A"/>
    <w:rsid w:val="005D5CBF"/>
    <w:rsid w:val="005E6E50"/>
    <w:rsid w:val="005E7ACA"/>
    <w:rsid w:val="005F031E"/>
    <w:rsid w:val="005F04AD"/>
    <w:rsid w:val="00600B2E"/>
    <w:rsid w:val="00600F76"/>
    <w:rsid w:val="00602013"/>
    <w:rsid w:val="006020AA"/>
    <w:rsid w:val="006112BA"/>
    <w:rsid w:val="00614EBC"/>
    <w:rsid w:val="006167A5"/>
    <w:rsid w:val="00620D52"/>
    <w:rsid w:val="00622757"/>
    <w:rsid w:val="00623D3C"/>
    <w:rsid w:val="006240D3"/>
    <w:rsid w:val="0062476C"/>
    <w:rsid w:val="00624825"/>
    <w:rsid w:val="00625873"/>
    <w:rsid w:val="00626A03"/>
    <w:rsid w:val="00626CD6"/>
    <w:rsid w:val="00627244"/>
    <w:rsid w:val="00627A7F"/>
    <w:rsid w:val="00630D8E"/>
    <w:rsid w:val="006323BB"/>
    <w:rsid w:val="00632418"/>
    <w:rsid w:val="00635644"/>
    <w:rsid w:val="00637FDC"/>
    <w:rsid w:val="00641F7B"/>
    <w:rsid w:val="006468B7"/>
    <w:rsid w:val="00646AD9"/>
    <w:rsid w:val="006470FB"/>
    <w:rsid w:val="0064754A"/>
    <w:rsid w:val="00647DF4"/>
    <w:rsid w:val="00652395"/>
    <w:rsid w:val="00652EB8"/>
    <w:rsid w:val="0065305A"/>
    <w:rsid w:val="006532E0"/>
    <w:rsid w:val="00653DB9"/>
    <w:rsid w:val="00655B44"/>
    <w:rsid w:val="006566FF"/>
    <w:rsid w:val="00656AEF"/>
    <w:rsid w:val="006571CE"/>
    <w:rsid w:val="00661AB2"/>
    <w:rsid w:val="00663665"/>
    <w:rsid w:val="00663710"/>
    <w:rsid w:val="00663E31"/>
    <w:rsid w:val="00664F40"/>
    <w:rsid w:val="00665298"/>
    <w:rsid w:val="00666A06"/>
    <w:rsid w:val="00671762"/>
    <w:rsid w:val="00672FD3"/>
    <w:rsid w:val="00674561"/>
    <w:rsid w:val="00675463"/>
    <w:rsid w:val="006761DB"/>
    <w:rsid w:val="0068307F"/>
    <w:rsid w:val="0068475B"/>
    <w:rsid w:val="00686190"/>
    <w:rsid w:val="00691AF5"/>
    <w:rsid w:val="00691B70"/>
    <w:rsid w:val="0069262A"/>
    <w:rsid w:val="006934E7"/>
    <w:rsid w:val="00693F18"/>
    <w:rsid w:val="006946F9"/>
    <w:rsid w:val="0069553F"/>
    <w:rsid w:val="00695A46"/>
    <w:rsid w:val="00695DFE"/>
    <w:rsid w:val="006966C2"/>
    <w:rsid w:val="00696DF0"/>
    <w:rsid w:val="006A10A2"/>
    <w:rsid w:val="006A2CD5"/>
    <w:rsid w:val="006A3F64"/>
    <w:rsid w:val="006A4F73"/>
    <w:rsid w:val="006A5AEA"/>
    <w:rsid w:val="006A6403"/>
    <w:rsid w:val="006A71BA"/>
    <w:rsid w:val="006B4BCF"/>
    <w:rsid w:val="006B577A"/>
    <w:rsid w:val="006B591B"/>
    <w:rsid w:val="006B699D"/>
    <w:rsid w:val="006B7CEA"/>
    <w:rsid w:val="006C4A91"/>
    <w:rsid w:val="006C52FE"/>
    <w:rsid w:val="006C5967"/>
    <w:rsid w:val="006C6C31"/>
    <w:rsid w:val="006D4C24"/>
    <w:rsid w:val="006D6F4A"/>
    <w:rsid w:val="006D7276"/>
    <w:rsid w:val="006D76F0"/>
    <w:rsid w:val="006E17BA"/>
    <w:rsid w:val="006E2489"/>
    <w:rsid w:val="006E3389"/>
    <w:rsid w:val="006E3A82"/>
    <w:rsid w:val="006E60E3"/>
    <w:rsid w:val="006E6CDE"/>
    <w:rsid w:val="006E6EC9"/>
    <w:rsid w:val="006E73BB"/>
    <w:rsid w:val="006F1719"/>
    <w:rsid w:val="006F2E93"/>
    <w:rsid w:val="006F33E0"/>
    <w:rsid w:val="006F3555"/>
    <w:rsid w:val="006F4F2D"/>
    <w:rsid w:val="006F67C1"/>
    <w:rsid w:val="006F75E2"/>
    <w:rsid w:val="006F7D44"/>
    <w:rsid w:val="007034C9"/>
    <w:rsid w:val="00704B84"/>
    <w:rsid w:val="00705609"/>
    <w:rsid w:val="00705675"/>
    <w:rsid w:val="0070718D"/>
    <w:rsid w:val="00710416"/>
    <w:rsid w:val="007118B4"/>
    <w:rsid w:val="00711C78"/>
    <w:rsid w:val="007148C8"/>
    <w:rsid w:val="00714985"/>
    <w:rsid w:val="007163A7"/>
    <w:rsid w:val="007163CA"/>
    <w:rsid w:val="00721481"/>
    <w:rsid w:val="00721498"/>
    <w:rsid w:val="007240BD"/>
    <w:rsid w:val="007319E5"/>
    <w:rsid w:val="0073257A"/>
    <w:rsid w:val="00733210"/>
    <w:rsid w:val="00733710"/>
    <w:rsid w:val="00733E0C"/>
    <w:rsid w:val="00735104"/>
    <w:rsid w:val="00737538"/>
    <w:rsid w:val="00740450"/>
    <w:rsid w:val="00743091"/>
    <w:rsid w:val="007442BC"/>
    <w:rsid w:val="007458A3"/>
    <w:rsid w:val="00745D6A"/>
    <w:rsid w:val="00746B16"/>
    <w:rsid w:val="00747414"/>
    <w:rsid w:val="00747DF8"/>
    <w:rsid w:val="00747FA9"/>
    <w:rsid w:val="0075002C"/>
    <w:rsid w:val="0075031A"/>
    <w:rsid w:val="0075410E"/>
    <w:rsid w:val="00754266"/>
    <w:rsid w:val="00757ED7"/>
    <w:rsid w:val="0076020E"/>
    <w:rsid w:val="0076052A"/>
    <w:rsid w:val="0076199A"/>
    <w:rsid w:val="00762767"/>
    <w:rsid w:val="00767755"/>
    <w:rsid w:val="007714A8"/>
    <w:rsid w:val="007743B6"/>
    <w:rsid w:val="00775002"/>
    <w:rsid w:val="007771B4"/>
    <w:rsid w:val="00780193"/>
    <w:rsid w:val="00780C88"/>
    <w:rsid w:val="007813F7"/>
    <w:rsid w:val="00784A67"/>
    <w:rsid w:val="00786254"/>
    <w:rsid w:val="007871C3"/>
    <w:rsid w:val="00790CD1"/>
    <w:rsid w:val="00792F8C"/>
    <w:rsid w:val="00793336"/>
    <w:rsid w:val="00796FF7"/>
    <w:rsid w:val="00797620"/>
    <w:rsid w:val="007A33AB"/>
    <w:rsid w:val="007A3D5E"/>
    <w:rsid w:val="007A494B"/>
    <w:rsid w:val="007A5127"/>
    <w:rsid w:val="007A6A2C"/>
    <w:rsid w:val="007A7039"/>
    <w:rsid w:val="007A7070"/>
    <w:rsid w:val="007B00B7"/>
    <w:rsid w:val="007B1559"/>
    <w:rsid w:val="007B2A52"/>
    <w:rsid w:val="007B3D8B"/>
    <w:rsid w:val="007B4070"/>
    <w:rsid w:val="007B4243"/>
    <w:rsid w:val="007B79E8"/>
    <w:rsid w:val="007B7F7D"/>
    <w:rsid w:val="007C06E4"/>
    <w:rsid w:val="007C1456"/>
    <w:rsid w:val="007C1E2B"/>
    <w:rsid w:val="007C4048"/>
    <w:rsid w:val="007C68A1"/>
    <w:rsid w:val="007C7318"/>
    <w:rsid w:val="007D1352"/>
    <w:rsid w:val="007D53C4"/>
    <w:rsid w:val="007D5799"/>
    <w:rsid w:val="007E534D"/>
    <w:rsid w:val="007E57AC"/>
    <w:rsid w:val="007E5E46"/>
    <w:rsid w:val="007E6D3A"/>
    <w:rsid w:val="007E71F3"/>
    <w:rsid w:val="007E7315"/>
    <w:rsid w:val="007F09E9"/>
    <w:rsid w:val="007F1D20"/>
    <w:rsid w:val="007F2823"/>
    <w:rsid w:val="007F458F"/>
    <w:rsid w:val="007F5057"/>
    <w:rsid w:val="007F5BB5"/>
    <w:rsid w:val="007F6A0A"/>
    <w:rsid w:val="007F7108"/>
    <w:rsid w:val="00801833"/>
    <w:rsid w:val="00801A71"/>
    <w:rsid w:val="008050F8"/>
    <w:rsid w:val="008076A1"/>
    <w:rsid w:val="00811DF3"/>
    <w:rsid w:val="008136DB"/>
    <w:rsid w:val="00814D12"/>
    <w:rsid w:val="00817774"/>
    <w:rsid w:val="00817E50"/>
    <w:rsid w:val="00822D05"/>
    <w:rsid w:val="00822F5A"/>
    <w:rsid w:val="00827004"/>
    <w:rsid w:val="008272A1"/>
    <w:rsid w:val="00827ABA"/>
    <w:rsid w:val="00827DAA"/>
    <w:rsid w:val="00831D89"/>
    <w:rsid w:val="008338AF"/>
    <w:rsid w:val="00835216"/>
    <w:rsid w:val="0083521F"/>
    <w:rsid w:val="00835FD6"/>
    <w:rsid w:val="00845920"/>
    <w:rsid w:val="0084605C"/>
    <w:rsid w:val="00847169"/>
    <w:rsid w:val="0085037B"/>
    <w:rsid w:val="0085062D"/>
    <w:rsid w:val="0085180B"/>
    <w:rsid w:val="00853940"/>
    <w:rsid w:val="0085487E"/>
    <w:rsid w:val="00855794"/>
    <w:rsid w:val="00855B89"/>
    <w:rsid w:val="00855F27"/>
    <w:rsid w:val="008569F1"/>
    <w:rsid w:val="00856BC3"/>
    <w:rsid w:val="008571E2"/>
    <w:rsid w:val="008572CA"/>
    <w:rsid w:val="00860595"/>
    <w:rsid w:val="008620C1"/>
    <w:rsid w:val="00864029"/>
    <w:rsid w:val="00864750"/>
    <w:rsid w:val="0086693E"/>
    <w:rsid w:val="00866A4B"/>
    <w:rsid w:val="00867AA6"/>
    <w:rsid w:val="00867C31"/>
    <w:rsid w:val="00872045"/>
    <w:rsid w:val="00876271"/>
    <w:rsid w:val="00876BA6"/>
    <w:rsid w:val="008822EE"/>
    <w:rsid w:val="0088317D"/>
    <w:rsid w:val="00883F6D"/>
    <w:rsid w:val="008866E4"/>
    <w:rsid w:val="00886F73"/>
    <w:rsid w:val="00890478"/>
    <w:rsid w:val="00890552"/>
    <w:rsid w:val="0089198C"/>
    <w:rsid w:val="00891E91"/>
    <w:rsid w:val="00892A22"/>
    <w:rsid w:val="008937E2"/>
    <w:rsid w:val="00896465"/>
    <w:rsid w:val="008A1CCF"/>
    <w:rsid w:val="008A2259"/>
    <w:rsid w:val="008A22C7"/>
    <w:rsid w:val="008A4FF9"/>
    <w:rsid w:val="008B2050"/>
    <w:rsid w:val="008B2F2E"/>
    <w:rsid w:val="008B5A6F"/>
    <w:rsid w:val="008B6D75"/>
    <w:rsid w:val="008C1F5A"/>
    <w:rsid w:val="008C32AE"/>
    <w:rsid w:val="008C7E15"/>
    <w:rsid w:val="008C7E19"/>
    <w:rsid w:val="008C7F2F"/>
    <w:rsid w:val="008D191F"/>
    <w:rsid w:val="008D7178"/>
    <w:rsid w:val="008D7BA3"/>
    <w:rsid w:val="008E2CC2"/>
    <w:rsid w:val="008E2E6C"/>
    <w:rsid w:val="008E4977"/>
    <w:rsid w:val="008E4C2C"/>
    <w:rsid w:val="008E604E"/>
    <w:rsid w:val="008E77BE"/>
    <w:rsid w:val="008E7EBD"/>
    <w:rsid w:val="008F0911"/>
    <w:rsid w:val="008F453C"/>
    <w:rsid w:val="008F51D3"/>
    <w:rsid w:val="008F610A"/>
    <w:rsid w:val="008F77BA"/>
    <w:rsid w:val="009006BF"/>
    <w:rsid w:val="009011C6"/>
    <w:rsid w:val="00902A78"/>
    <w:rsid w:val="0090390E"/>
    <w:rsid w:val="00905720"/>
    <w:rsid w:val="00906A3E"/>
    <w:rsid w:val="00910B58"/>
    <w:rsid w:val="00912BAC"/>
    <w:rsid w:val="00913CB6"/>
    <w:rsid w:val="00917BEF"/>
    <w:rsid w:val="00922EF2"/>
    <w:rsid w:val="00926E63"/>
    <w:rsid w:val="00927515"/>
    <w:rsid w:val="00927F86"/>
    <w:rsid w:val="009300FE"/>
    <w:rsid w:val="009301AC"/>
    <w:rsid w:val="00930834"/>
    <w:rsid w:val="0093100A"/>
    <w:rsid w:val="00932ADC"/>
    <w:rsid w:val="009334E2"/>
    <w:rsid w:val="009366DE"/>
    <w:rsid w:val="00937D65"/>
    <w:rsid w:val="0094164F"/>
    <w:rsid w:val="009443EB"/>
    <w:rsid w:val="009448CA"/>
    <w:rsid w:val="009450C6"/>
    <w:rsid w:val="009531B3"/>
    <w:rsid w:val="00955333"/>
    <w:rsid w:val="0095778C"/>
    <w:rsid w:val="009623D1"/>
    <w:rsid w:val="00963674"/>
    <w:rsid w:val="0096376F"/>
    <w:rsid w:val="009676ED"/>
    <w:rsid w:val="0097108C"/>
    <w:rsid w:val="00972743"/>
    <w:rsid w:val="00973786"/>
    <w:rsid w:val="00974A86"/>
    <w:rsid w:val="009769A7"/>
    <w:rsid w:val="00977030"/>
    <w:rsid w:val="00980EEA"/>
    <w:rsid w:val="00983AFF"/>
    <w:rsid w:val="00985266"/>
    <w:rsid w:val="00991201"/>
    <w:rsid w:val="0099514C"/>
    <w:rsid w:val="009964FF"/>
    <w:rsid w:val="009A43AF"/>
    <w:rsid w:val="009A6190"/>
    <w:rsid w:val="009A7478"/>
    <w:rsid w:val="009B0C3E"/>
    <w:rsid w:val="009B1931"/>
    <w:rsid w:val="009B59CE"/>
    <w:rsid w:val="009B63BF"/>
    <w:rsid w:val="009B67F7"/>
    <w:rsid w:val="009C00AF"/>
    <w:rsid w:val="009C04F8"/>
    <w:rsid w:val="009C07AB"/>
    <w:rsid w:val="009C0ADE"/>
    <w:rsid w:val="009C1866"/>
    <w:rsid w:val="009C3D45"/>
    <w:rsid w:val="009C44D3"/>
    <w:rsid w:val="009C45B3"/>
    <w:rsid w:val="009C6791"/>
    <w:rsid w:val="009D1A76"/>
    <w:rsid w:val="009D29B9"/>
    <w:rsid w:val="009D6E5A"/>
    <w:rsid w:val="009D6EA7"/>
    <w:rsid w:val="009E0441"/>
    <w:rsid w:val="009E6CB6"/>
    <w:rsid w:val="009F0B05"/>
    <w:rsid w:val="009F477D"/>
    <w:rsid w:val="009F7394"/>
    <w:rsid w:val="009F7E35"/>
    <w:rsid w:val="00A003D2"/>
    <w:rsid w:val="00A009F8"/>
    <w:rsid w:val="00A154AE"/>
    <w:rsid w:val="00A17632"/>
    <w:rsid w:val="00A275E8"/>
    <w:rsid w:val="00A31322"/>
    <w:rsid w:val="00A31F24"/>
    <w:rsid w:val="00A347B1"/>
    <w:rsid w:val="00A404B5"/>
    <w:rsid w:val="00A41A02"/>
    <w:rsid w:val="00A42A38"/>
    <w:rsid w:val="00A42A8F"/>
    <w:rsid w:val="00A46F8E"/>
    <w:rsid w:val="00A5016D"/>
    <w:rsid w:val="00A51176"/>
    <w:rsid w:val="00A515AF"/>
    <w:rsid w:val="00A51BF7"/>
    <w:rsid w:val="00A53F4A"/>
    <w:rsid w:val="00A54C0C"/>
    <w:rsid w:val="00A57C76"/>
    <w:rsid w:val="00A61BA2"/>
    <w:rsid w:val="00A64464"/>
    <w:rsid w:val="00A7110E"/>
    <w:rsid w:val="00A71573"/>
    <w:rsid w:val="00A7216F"/>
    <w:rsid w:val="00A74A21"/>
    <w:rsid w:val="00A75872"/>
    <w:rsid w:val="00A764F8"/>
    <w:rsid w:val="00A779B4"/>
    <w:rsid w:val="00A80410"/>
    <w:rsid w:val="00A84A74"/>
    <w:rsid w:val="00A90F70"/>
    <w:rsid w:val="00A930FA"/>
    <w:rsid w:val="00A948B5"/>
    <w:rsid w:val="00A96EEC"/>
    <w:rsid w:val="00A978D6"/>
    <w:rsid w:val="00AA009B"/>
    <w:rsid w:val="00AA1B32"/>
    <w:rsid w:val="00AA32E6"/>
    <w:rsid w:val="00AA391B"/>
    <w:rsid w:val="00AA395A"/>
    <w:rsid w:val="00AA59A4"/>
    <w:rsid w:val="00AA5D88"/>
    <w:rsid w:val="00AB55C2"/>
    <w:rsid w:val="00AB6F9B"/>
    <w:rsid w:val="00AB7C84"/>
    <w:rsid w:val="00AC06DD"/>
    <w:rsid w:val="00AC553B"/>
    <w:rsid w:val="00AC7A9F"/>
    <w:rsid w:val="00AD0F87"/>
    <w:rsid w:val="00AD24B7"/>
    <w:rsid w:val="00AD26A9"/>
    <w:rsid w:val="00AD3929"/>
    <w:rsid w:val="00AD5DF0"/>
    <w:rsid w:val="00AD5F56"/>
    <w:rsid w:val="00AD6353"/>
    <w:rsid w:val="00AD7ABD"/>
    <w:rsid w:val="00AE0D7A"/>
    <w:rsid w:val="00AE486C"/>
    <w:rsid w:val="00AE77F1"/>
    <w:rsid w:val="00AE7BC6"/>
    <w:rsid w:val="00AF0801"/>
    <w:rsid w:val="00AF1A53"/>
    <w:rsid w:val="00AF36DE"/>
    <w:rsid w:val="00AF483B"/>
    <w:rsid w:val="00AF4EF1"/>
    <w:rsid w:val="00AF7BC3"/>
    <w:rsid w:val="00B00841"/>
    <w:rsid w:val="00B06A66"/>
    <w:rsid w:val="00B1179E"/>
    <w:rsid w:val="00B12145"/>
    <w:rsid w:val="00B137F8"/>
    <w:rsid w:val="00B153B6"/>
    <w:rsid w:val="00B15EE9"/>
    <w:rsid w:val="00B1732B"/>
    <w:rsid w:val="00B2074C"/>
    <w:rsid w:val="00B22487"/>
    <w:rsid w:val="00B256E2"/>
    <w:rsid w:val="00B3001C"/>
    <w:rsid w:val="00B3003D"/>
    <w:rsid w:val="00B30BA5"/>
    <w:rsid w:val="00B33129"/>
    <w:rsid w:val="00B40BB2"/>
    <w:rsid w:val="00B4319C"/>
    <w:rsid w:val="00B4423D"/>
    <w:rsid w:val="00B44244"/>
    <w:rsid w:val="00B446D1"/>
    <w:rsid w:val="00B47411"/>
    <w:rsid w:val="00B50C5E"/>
    <w:rsid w:val="00B519E0"/>
    <w:rsid w:val="00B53414"/>
    <w:rsid w:val="00B5501D"/>
    <w:rsid w:val="00B55E39"/>
    <w:rsid w:val="00B579A0"/>
    <w:rsid w:val="00B62535"/>
    <w:rsid w:val="00B630AE"/>
    <w:rsid w:val="00B64110"/>
    <w:rsid w:val="00B6610A"/>
    <w:rsid w:val="00B7111D"/>
    <w:rsid w:val="00B72400"/>
    <w:rsid w:val="00B73048"/>
    <w:rsid w:val="00B74727"/>
    <w:rsid w:val="00B81427"/>
    <w:rsid w:val="00B81840"/>
    <w:rsid w:val="00B83EBD"/>
    <w:rsid w:val="00B84287"/>
    <w:rsid w:val="00B84DF7"/>
    <w:rsid w:val="00B8570C"/>
    <w:rsid w:val="00B872FD"/>
    <w:rsid w:val="00B87442"/>
    <w:rsid w:val="00B87704"/>
    <w:rsid w:val="00B925B4"/>
    <w:rsid w:val="00B94960"/>
    <w:rsid w:val="00B94AF2"/>
    <w:rsid w:val="00B95C9B"/>
    <w:rsid w:val="00B9645B"/>
    <w:rsid w:val="00B964F2"/>
    <w:rsid w:val="00BA0301"/>
    <w:rsid w:val="00BA1F4D"/>
    <w:rsid w:val="00BA2949"/>
    <w:rsid w:val="00BA2A12"/>
    <w:rsid w:val="00BA4F31"/>
    <w:rsid w:val="00BA5474"/>
    <w:rsid w:val="00BA580A"/>
    <w:rsid w:val="00BA5C8E"/>
    <w:rsid w:val="00BA65A0"/>
    <w:rsid w:val="00BB2DDB"/>
    <w:rsid w:val="00BB35C0"/>
    <w:rsid w:val="00BB5EA9"/>
    <w:rsid w:val="00BC09AB"/>
    <w:rsid w:val="00BC3A2F"/>
    <w:rsid w:val="00BC6421"/>
    <w:rsid w:val="00BC68D9"/>
    <w:rsid w:val="00BD0D20"/>
    <w:rsid w:val="00BD3AA3"/>
    <w:rsid w:val="00BD6052"/>
    <w:rsid w:val="00BD6A1B"/>
    <w:rsid w:val="00BD75DE"/>
    <w:rsid w:val="00BE3073"/>
    <w:rsid w:val="00BE33BA"/>
    <w:rsid w:val="00BE3884"/>
    <w:rsid w:val="00BE4788"/>
    <w:rsid w:val="00BE4B9C"/>
    <w:rsid w:val="00BE5E94"/>
    <w:rsid w:val="00BE601C"/>
    <w:rsid w:val="00BE6D06"/>
    <w:rsid w:val="00BE7FE2"/>
    <w:rsid w:val="00BF0BC0"/>
    <w:rsid w:val="00BF2A78"/>
    <w:rsid w:val="00BF2D81"/>
    <w:rsid w:val="00BF3CAF"/>
    <w:rsid w:val="00BF4918"/>
    <w:rsid w:val="00BF6B4B"/>
    <w:rsid w:val="00BF71D9"/>
    <w:rsid w:val="00BF7AF9"/>
    <w:rsid w:val="00C01028"/>
    <w:rsid w:val="00C017F0"/>
    <w:rsid w:val="00C02451"/>
    <w:rsid w:val="00C034BD"/>
    <w:rsid w:val="00C03E7A"/>
    <w:rsid w:val="00C057E0"/>
    <w:rsid w:val="00C062E2"/>
    <w:rsid w:val="00C07B52"/>
    <w:rsid w:val="00C07ED2"/>
    <w:rsid w:val="00C10319"/>
    <w:rsid w:val="00C1336C"/>
    <w:rsid w:val="00C13623"/>
    <w:rsid w:val="00C14914"/>
    <w:rsid w:val="00C15D39"/>
    <w:rsid w:val="00C15F2C"/>
    <w:rsid w:val="00C17784"/>
    <w:rsid w:val="00C214A5"/>
    <w:rsid w:val="00C22456"/>
    <w:rsid w:val="00C22ACE"/>
    <w:rsid w:val="00C2318B"/>
    <w:rsid w:val="00C245E5"/>
    <w:rsid w:val="00C2600E"/>
    <w:rsid w:val="00C27A56"/>
    <w:rsid w:val="00C27DFF"/>
    <w:rsid w:val="00C3206A"/>
    <w:rsid w:val="00C33950"/>
    <w:rsid w:val="00C36592"/>
    <w:rsid w:val="00C36B3F"/>
    <w:rsid w:val="00C37884"/>
    <w:rsid w:val="00C40157"/>
    <w:rsid w:val="00C412E4"/>
    <w:rsid w:val="00C417F7"/>
    <w:rsid w:val="00C41812"/>
    <w:rsid w:val="00C42128"/>
    <w:rsid w:val="00C4272A"/>
    <w:rsid w:val="00C436A3"/>
    <w:rsid w:val="00C4420F"/>
    <w:rsid w:val="00C45D62"/>
    <w:rsid w:val="00C45F60"/>
    <w:rsid w:val="00C46108"/>
    <w:rsid w:val="00C50034"/>
    <w:rsid w:val="00C50974"/>
    <w:rsid w:val="00C60C3B"/>
    <w:rsid w:val="00C64F96"/>
    <w:rsid w:val="00C6572A"/>
    <w:rsid w:val="00C660DB"/>
    <w:rsid w:val="00C66F47"/>
    <w:rsid w:val="00C700E0"/>
    <w:rsid w:val="00C71C89"/>
    <w:rsid w:val="00C72A0D"/>
    <w:rsid w:val="00C81B98"/>
    <w:rsid w:val="00C84D32"/>
    <w:rsid w:val="00C85637"/>
    <w:rsid w:val="00C874A5"/>
    <w:rsid w:val="00C90FBD"/>
    <w:rsid w:val="00C91A98"/>
    <w:rsid w:val="00C9390F"/>
    <w:rsid w:val="00C9487C"/>
    <w:rsid w:val="00C94EF1"/>
    <w:rsid w:val="00C96103"/>
    <w:rsid w:val="00CA033E"/>
    <w:rsid w:val="00CA0AD7"/>
    <w:rsid w:val="00CA11D6"/>
    <w:rsid w:val="00CA253A"/>
    <w:rsid w:val="00CA2641"/>
    <w:rsid w:val="00CA3A33"/>
    <w:rsid w:val="00CA58E9"/>
    <w:rsid w:val="00CB3A0F"/>
    <w:rsid w:val="00CB55E2"/>
    <w:rsid w:val="00CB7A11"/>
    <w:rsid w:val="00CC2963"/>
    <w:rsid w:val="00CC3B13"/>
    <w:rsid w:val="00CD1784"/>
    <w:rsid w:val="00CD226F"/>
    <w:rsid w:val="00CD27A2"/>
    <w:rsid w:val="00CD436D"/>
    <w:rsid w:val="00CD444C"/>
    <w:rsid w:val="00CD472E"/>
    <w:rsid w:val="00CD4EA8"/>
    <w:rsid w:val="00CE662F"/>
    <w:rsid w:val="00CE6FFA"/>
    <w:rsid w:val="00CF0AD6"/>
    <w:rsid w:val="00D00FD2"/>
    <w:rsid w:val="00D01987"/>
    <w:rsid w:val="00D02956"/>
    <w:rsid w:val="00D043FB"/>
    <w:rsid w:val="00D047AC"/>
    <w:rsid w:val="00D047FD"/>
    <w:rsid w:val="00D04E03"/>
    <w:rsid w:val="00D07AEB"/>
    <w:rsid w:val="00D122CC"/>
    <w:rsid w:val="00D128EB"/>
    <w:rsid w:val="00D12A58"/>
    <w:rsid w:val="00D14FA0"/>
    <w:rsid w:val="00D15029"/>
    <w:rsid w:val="00D17E11"/>
    <w:rsid w:val="00D220A5"/>
    <w:rsid w:val="00D235B7"/>
    <w:rsid w:val="00D245CA"/>
    <w:rsid w:val="00D30276"/>
    <w:rsid w:val="00D31E4B"/>
    <w:rsid w:val="00D4108A"/>
    <w:rsid w:val="00D41A73"/>
    <w:rsid w:val="00D41D0D"/>
    <w:rsid w:val="00D42387"/>
    <w:rsid w:val="00D425E3"/>
    <w:rsid w:val="00D45ABA"/>
    <w:rsid w:val="00D46397"/>
    <w:rsid w:val="00D47DF4"/>
    <w:rsid w:val="00D5015C"/>
    <w:rsid w:val="00D507C5"/>
    <w:rsid w:val="00D51D07"/>
    <w:rsid w:val="00D53837"/>
    <w:rsid w:val="00D546F3"/>
    <w:rsid w:val="00D62AFD"/>
    <w:rsid w:val="00D64526"/>
    <w:rsid w:val="00D66E89"/>
    <w:rsid w:val="00D701B3"/>
    <w:rsid w:val="00D712A9"/>
    <w:rsid w:val="00D73E32"/>
    <w:rsid w:val="00D74E52"/>
    <w:rsid w:val="00D767D8"/>
    <w:rsid w:val="00D7706C"/>
    <w:rsid w:val="00D82CAB"/>
    <w:rsid w:val="00D83230"/>
    <w:rsid w:val="00D83663"/>
    <w:rsid w:val="00D83FAA"/>
    <w:rsid w:val="00D8676B"/>
    <w:rsid w:val="00D876F3"/>
    <w:rsid w:val="00D87CF7"/>
    <w:rsid w:val="00D905AE"/>
    <w:rsid w:val="00D91394"/>
    <w:rsid w:val="00D94B71"/>
    <w:rsid w:val="00DA2330"/>
    <w:rsid w:val="00DA39FF"/>
    <w:rsid w:val="00DA60EA"/>
    <w:rsid w:val="00DA68E4"/>
    <w:rsid w:val="00DA747E"/>
    <w:rsid w:val="00DB1077"/>
    <w:rsid w:val="00DB416C"/>
    <w:rsid w:val="00DC4C20"/>
    <w:rsid w:val="00DC4F83"/>
    <w:rsid w:val="00DC717B"/>
    <w:rsid w:val="00DD17C8"/>
    <w:rsid w:val="00DD37DD"/>
    <w:rsid w:val="00DD4DC6"/>
    <w:rsid w:val="00DE069C"/>
    <w:rsid w:val="00DE5E6B"/>
    <w:rsid w:val="00DE7BCF"/>
    <w:rsid w:val="00DF0DA2"/>
    <w:rsid w:val="00DF0E7C"/>
    <w:rsid w:val="00DF16F2"/>
    <w:rsid w:val="00DF3F53"/>
    <w:rsid w:val="00DF6358"/>
    <w:rsid w:val="00E01EF2"/>
    <w:rsid w:val="00E04040"/>
    <w:rsid w:val="00E05294"/>
    <w:rsid w:val="00E06F57"/>
    <w:rsid w:val="00E07A9E"/>
    <w:rsid w:val="00E1079E"/>
    <w:rsid w:val="00E115A8"/>
    <w:rsid w:val="00E123A0"/>
    <w:rsid w:val="00E12AF6"/>
    <w:rsid w:val="00E12DFE"/>
    <w:rsid w:val="00E1418F"/>
    <w:rsid w:val="00E15659"/>
    <w:rsid w:val="00E158C3"/>
    <w:rsid w:val="00E176B6"/>
    <w:rsid w:val="00E17CA7"/>
    <w:rsid w:val="00E21583"/>
    <w:rsid w:val="00E225A5"/>
    <w:rsid w:val="00E31C79"/>
    <w:rsid w:val="00E324F5"/>
    <w:rsid w:val="00E35EEE"/>
    <w:rsid w:val="00E37667"/>
    <w:rsid w:val="00E40464"/>
    <w:rsid w:val="00E41C44"/>
    <w:rsid w:val="00E42F44"/>
    <w:rsid w:val="00E43DB2"/>
    <w:rsid w:val="00E44D3F"/>
    <w:rsid w:val="00E46B94"/>
    <w:rsid w:val="00E4704A"/>
    <w:rsid w:val="00E47387"/>
    <w:rsid w:val="00E47FDA"/>
    <w:rsid w:val="00E5179F"/>
    <w:rsid w:val="00E51E14"/>
    <w:rsid w:val="00E52D13"/>
    <w:rsid w:val="00E53A1C"/>
    <w:rsid w:val="00E54912"/>
    <w:rsid w:val="00E568C1"/>
    <w:rsid w:val="00E57DDF"/>
    <w:rsid w:val="00E63C50"/>
    <w:rsid w:val="00E651B6"/>
    <w:rsid w:val="00E704E2"/>
    <w:rsid w:val="00E7187B"/>
    <w:rsid w:val="00E720FC"/>
    <w:rsid w:val="00E72F72"/>
    <w:rsid w:val="00E73C11"/>
    <w:rsid w:val="00E80B56"/>
    <w:rsid w:val="00E8165F"/>
    <w:rsid w:val="00E8578C"/>
    <w:rsid w:val="00E87937"/>
    <w:rsid w:val="00E90E04"/>
    <w:rsid w:val="00E9206B"/>
    <w:rsid w:val="00E9412F"/>
    <w:rsid w:val="00E95C72"/>
    <w:rsid w:val="00E973AF"/>
    <w:rsid w:val="00EA13E2"/>
    <w:rsid w:val="00EA3A20"/>
    <w:rsid w:val="00EA4216"/>
    <w:rsid w:val="00EA50DD"/>
    <w:rsid w:val="00EA51BD"/>
    <w:rsid w:val="00EB0A33"/>
    <w:rsid w:val="00EB0B7F"/>
    <w:rsid w:val="00EB10F0"/>
    <w:rsid w:val="00EB12D3"/>
    <w:rsid w:val="00EB228E"/>
    <w:rsid w:val="00EB6B47"/>
    <w:rsid w:val="00EC1718"/>
    <w:rsid w:val="00EC2656"/>
    <w:rsid w:val="00EC290B"/>
    <w:rsid w:val="00EC2975"/>
    <w:rsid w:val="00EC631B"/>
    <w:rsid w:val="00ED1F93"/>
    <w:rsid w:val="00ED543D"/>
    <w:rsid w:val="00EE1E91"/>
    <w:rsid w:val="00EE2EA6"/>
    <w:rsid w:val="00EE6B7C"/>
    <w:rsid w:val="00EF13E1"/>
    <w:rsid w:val="00EF2596"/>
    <w:rsid w:val="00EF2974"/>
    <w:rsid w:val="00EF47FA"/>
    <w:rsid w:val="00EF578A"/>
    <w:rsid w:val="00EF764E"/>
    <w:rsid w:val="00F01944"/>
    <w:rsid w:val="00F02A93"/>
    <w:rsid w:val="00F03084"/>
    <w:rsid w:val="00F05795"/>
    <w:rsid w:val="00F06CDC"/>
    <w:rsid w:val="00F076F8"/>
    <w:rsid w:val="00F07A1D"/>
    <w:rsid w:val="00F11D3A"/>
    <w:rsid w:val="00F14AF4"/>
    <w:rsid w:val="00F150E4"/>
    <w:rsid w:val="00F150E8"/>
    <w:rsid w:val="00F156B0"/>
    <w:rsid w:val="00F1720C"/>
    <w:rsid w:val="00F26027"/>
    <w:rsid w:val="00F262C1"/>
    <w:rsid w:val="00F26A9E"/>
    <w:rsid w:val="00F333CB"/>
    <w:rsid w:val="00F36642"/>
    <w:rsid w:val="00F42557"/>
    <w:rsid w:val="00F43905"/>
    <w:rsid w:val="00F443E3"/>
    <w:rsid w:val="00F4461A"/>
    <w:rsid w:val="00F45497"/>
    <w:rsid w:val="00F457A8"/>
    <w:rsid w:val="00F459A0"/>
    <w:rsid w:val="00F46EFD"/>
    <w:rsid w:val="00F52991"/>
    <w:rsid w:val="00F535F1"/>
    <w:rsid w:val="00F5573A"/>
    <w:rsid w:val="00F56BD4"/>
    <w:rsid w:val="00F57D58"/>
    <w:rsid w:val="00F604D5"/>
    <w:rsid w:val="00F615DC"/>
    <w:rsid w:val="00F645BD"/>
    <w:rsid w:val="00F73B52"/>
    <w:rsid w:val="00F7541F"/>
    <w:rsid w:val="00F80059"/>
    <w:rsid w:val="00F80885"/>
    <w:rsid w:val="00F8219A"/>
    <w:rsid w:val="00F82CA5"/>
    <w:rsid w:val="00F834DA"/>
    <w:rsid w:val="00F8541B"/>
    <w:rsid w:val="00F856B7"/>
    <w:rsid w:val="00F91EA6"/>
    <w:rsid w:val="00F9477B"/>
    <w:rsid w:val="00FA20AE"/>
    <w:rsid w:val="00FA22ED"/>
    <w:rsid w:val="00FA2669"/>
    <w:rsid w:val="00FA2AA4"/>
    <w:rsid w:val="00FA4274"/>
    <w:rsid w:val="00FA6827"/>
    <w:rsid w:val="00FA6E45"/>
    <w:rsid w:val="00FB3ADE"/>
    <w:rsid w:val="00FB4803"/>
    <w:rsid w:val="00FB4BF6"/>
    <w:rsid w:val="00FB5208"/>
    <w:rsid w:val="00FB5A81"/>
    <w:rsid w:val="00FC0472"/>
    <w:rsid w:val="00FC0E42"/>
    <w:rsid w:val="00FC280F"/>
    <w:rsid w:val="00FC33D9"/>
    <w:rsid w:val="00FC4026"/>
    <w:rsid w:val="00FC4C8A"/>
    <w:rsid w:val="00FD0B8B"/>
    <w:rsid w:val="00FD1741"/>
    <w:rsid w:val="00FD3512"/>
    <w:rsid w:val="00FD4553"/>
    <w:rsid w:val="00FE0390"/>
    <w:rsid w:val="00FE047A"/>
    <w:rsid w:val="00FE2221"/>
    <w:rsid w:val="00FE29B3"/>
    <w:rsid w:val="00FE318F"/>
    <w:rsid w:val="00FE35E8"/>
    <w:rsid w:val="00FE39C6"/>
    <w:rsid w:val="00FE5767"/>
    <w:rsid w:val="00FE6A96"/>
    <w:rsid w:val="00FF1527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61A"/>
    <w:rPr>
      <w:sz w:val="24"/>
    </w:rPr>
  </w:style>
  <w:style w:type="paragraph" w:styleId="Rubrik1">
    <w:name w:val="heading 1"/>
    <w:basedOn w:val="Normal"/>
    <w:next w:val="Normal"/>
    <w:qFormat/>
    <w:rsid w:val="001D7052"/>
    <w:pPr>
      <w:keepNext/>
      <w:pageBreakBefore/>
      <w:spacing w:after="280"/>
      <w:outlineLvl w:val="0"/>
    </w:pPr>
    <w:rPr>
      <w:b/>
      <w:smallCaps/>
      <w:sz w:val="32"/>
    </w:rPr>
  </w:style>
  <w:style w:type="paragraph" w:styleId="Rubrik2">
    <w:name w:val="heading 2"/>
    <w:basedOn w:val="Normal"/>
    <w:next w:val="Normal"/>
    <w:qFormat/>
    <w:rsid w:val="001D7052"/>
    <w:pPr>
      <w:keepNext/>
      <w:numPr>
        <w:ilvl w:val="1"/>
        <w:numId w:val="1"/>
      </w:numPr>
      <w:spacing w:before="320" w:after="120"/>
      <w:ind w:hanging="851"/>
      <w:outlineLvl w:val="1"/>
    </w:pPr>
    <w:rPr>
      <w:b/>
      <w:smallCaps/>
      <w:sz w:val="28"/>
      <w:lang w:val="en-GB"/>
    </w:rPr>
  </w:style>
  <w:style w:type="paragraph" w:styleId="Rubrik3">
    <w:name w:val="heading 3"/>
    <w:basedOn w:val="Normal"/>
    <w:next w:val="Normal"/>
    <w:qFormat/>
    <w:rsid w:val="001D7052"/>
    <w:pPr>
      <w:keepNext/>
      <w:numPr>
        <w:ilvl w:val="2"/>
        <w:numId w:val="2"/>
      </w:numPr>
      <w:spacing w:before="240" w:after="120"/>
      <w:ind w:hanging="851"/>
      <w:outlineLvl w:val="2"/>
    </w:pPr>
    <w:rPr>
      <w:b/>
      <w:smallCaps/>
    </w:rPr>
  </w:style>
  <w:style w:type="paragraph" w:styleId="Rubrik4">
    <w:name w:val="heading 4"/>
    <w:basedOn w:val="Normal"/>
    <w:next w:val="Normal"/>
    <w:qFormat/>
    <w:rsid w:val="001D7052"/>
    <w:pPr>
      <w:keepNext/>
      <w:numPr>
        <w:ilvl w:val="3"/>
        <w:numId w:val="3"/>
      </w:numPr>
      <w:spacing w:before="240" w:after="60"/>
      <w:ind w:hanging="851"/>
      <w:outlineLvl w:val="3"/>
    </w:pPr>
    <w:rPr>
      <w:b/>
    </w:rPr>
  </w:style>
  <w:style w:type="paragraph" w:styleId="Rubrik5">
    <w:name w:val="heading 5"/>
    <w:basedOn w:val="Normal"/>
    <w:next w:val="Normal"/>
    <w:qFormat/>
    <w:rsid w:val="001D7052"/>
    <w:pPr>
      <w:numPr>
        <w:ilvl w:val="4"/>
        <w:numId w:val="4"/>
      </w:numPr>
      <w:spacing w:before="240" w:after="60"/>
      <w:ind w:hanging="851"/>
      <w:outlineLvl w:val="4"/>
    </w:pPr>
    <w:rPr>
      <w:b/>
    </w:rPr>
  </w:style>
  <w:style w:type="paragraph" w:styleId="Rubrik6">
    <w:name w:val="heading 6"/>
    <w:basedOn w:val="Normal"/>
    <w:next w:val="Normal"/>
    <w:qFormat/>
    <w:rsid w:val="001D7052"/>
    <w:pPr>
      <w:numPr>
        <w:ilvl w:val="5"/>
        <w:numId w:val="5"/>
      </w:numPr>
      <w:spacing w:before="240" w:after="60"/>
      <w:ind w:left="1134" w:hanging="1134"/>
      <w:outlineLvl w:val="5"/>
    </w:pPr>
    <w:rPr>
      <w:b/>
    </w:rPr>
  </w:style>
  <w:style w:type="paragraph" w:styleId="Rubrik7">
    <w:name w:val="heading 7"/>
    <w:basedOn w:val="Normal"/>
    <w:next w:val="Normal"/>
    <w:qFormat/>
    <w:rsid w:val="001D7052"/>
    <w:pPr>
      <w:spacing w:before="240" w:after="60"/>
      <w:ind w:left="2124" w:hanging="708"/>
      <w:outlineLvl w:val="6"/>
    </w:pPr>
    <w:rPr>
      <w:rFonts w:ascii="Arial" w:hAnsi="Arial"/>
      <w:sz w:val="20"/>
    </w:rPr>
  </w:style>
  <w:style w:type="paragraph" w:styleId="Rubrik8">
    <w:name w:val="heading 8"/>
    <w:basedOn w:val="Normal"/>
    <w:next w:val="Normal"/>
    <w:qFormat/>
    <w:rsid w:val="001D7052"/>
    <w:pPr>
      <w:spacing w:before="240" w:after="60"/>
      <w:ind w:left="2832" w:hanging="708"/>
      <w:outlineLvl w:val="7"/>
    </w:pPr>
    <w:rPr>
      <w:rFonts w:ascii="Arial" w:hAnsi="Arial"/>
      <w:i/>
      <w:sz w:val="20"/>
    </w:rPr>
  </w:style>
  <w:style w:type="paragraph" w:styleId="Rubrik9">
    <w:name w:val="heading 9"/>
    <w:basedOn w:val="Normal"/>
    <w:next w:val="Normal"/>
    <w:qFormat/>
    <w:rsid w:val="001D7052"/>
    <w:pPr>
      <w:spacing w:before="240" w:after="60"/>
      <w:ind w:left="3540" w:hanging="708"/>
      <w:outlineLvl w:val="8"/>
    </w:pPr>
    <w:rPr>
      <w:rFonts w:ascii="Arial" w:hAnsi="Arial"/>
      <w:i/>
      <w:sz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nehll1">
    <w:name w:val="toc 1"/>
    <w:basedOn w:val="Normal"/>
    <w:next w:val="Normal"/>
    <w:autoRedefine/>
    <w:semiHidden/>
    <w:rsid w:val="001D7052"/>
    <w:pPr>
      <w:tabs>
        <w:tab w:val="right" w:pos="9071"/>
      </w:tabs>
      <w:spacing w:before="360" w:after="360"/>
    </w:pPr>
    <w:rPr>
      <w:b/>
      <w:caps/>
      <w:sz w:val="22"/>
      <w:u w:val="single"/>
    </w:rPr>
  </w:style>
  <w:style w:type="paragraph" w:styleId="Innehll2">
    <w:name w:val="toc 2"/>
    <w:basedOn w:val="Normal"/>
    <w:next w:val="Normal"/>
    <w:autoRedefine/>
    <w:semiHidden/>
    <w:rsid w:val="001D7052"/>
    <w:pPr>
      <w:tabs>
        <w:tab w:val="right" w:pos="9071"/>
      </w:tabs>
      <w:ind w:left="240"/>
    </w:pPr>
    <w:rPr>
      <w:b/>
      <w:smallCaps/>
      <w:sz w:val="22"/>
    </w:rPr>
  </w:style>
  <w:style w:type="paragraph" w:styleId="Innehll3">
    <w:name w:val="toc 3"/>
    <w:basedOn w:val="Normal"/>
    <w:next w:val="Normal"/>
    <w:autoRedefine/>
    <w:semiHidden/>
    <w:rsid w:val="001D7052"/>
    <w:pPr>
      <w:tabs>
        <w:tab w:val="right" w:pos="9071"/>
      </w:tabs>
      <w:ind w:left="480"/>
    </w:pPr>
    <w:rPr>
      <w:smallCaps/>
      <w:sz w:val="22"/>
    </w:rPr>
  </w:style>
  <w:style w:type="paragraph" w:styleId="Innehll4">
    <w:name w:val="toc 4"/>
    <w:basedOn w:val="Normal"/>
    <w:next w:val="Normal"/>
    <w:autoRedefine/>
    <w:semiHidden/>
    <w:rsid w:val="001D7052"/>
    <w:pPr>
      <w:tabs>
        <w:tab w:val="right" w:pos="9071"/>
      </w:tabs>
      <w:ind w:left="720"/>
    </w:pPr>
    <w:rPr>
      <w:sz w:val="22"/>
    </w:rPr>
  </w:style>
  <w:style w:type="paragraph" w:styleId="Innehll5">
    <w:name w:val="toc 5"/>
    <w:basedOn w:val="Normal"/>
    <w:next w:val="Normal"/>
    <w:autoRedefine/>
    <w:semiHidden/>
    <w:rsid w:val="001D7052"/>
    <w:pPr>
      <w:tabs>
        <w:tab w:val="right" w:pos="9071"/>
      </w:tabs>
      <w:ind w:left="960"/>
    </w:pPr>
    <w:rPr>
      <w:sz w:val="22"/>
    </w:rPr>
  </w:style>
  <w:style w:type="paragraph" w:styleId="Sidfot">
    <w:name w:val="footer"/>
    <w:basedOn w:val="Normal"/>
    <w:link w:val="SidfotChar"/>
    <w:uiPriority w:val="99"/>
    <w:rsid w:val="001D7052"/>
    <w:pPr>
      <w:tabs>
        <w:tab w:val="center" w:pos="4536"/>
        <w:tab w:val="right" w:pos="9072"/>
      </w:tabs>
    </w:pPr>
    <w:rPr>
      <w:sz w:val="20"/>
    </w:rPr>
  </w:style>
  <w:style w:type="paragraph" w:styleId="Sidhuvud">
    <w:name w:val="header"/>
    <w:basedOn w:val="Normal"/>
    <w:rsid w:val="001D7052"/>
    <w:pPr>
      <w:tabs>
        <w:tab w:val="center" w:pos="4536"/>
        <w:tab w:val="right" w:pos="9072"/>
      </w:tabs>
    </w:pPr>
  </w:style>
  <w:style w:type="character" w:styleId="Sidnummer">
    <w:name w:val="page number"/>
    <w:basedOn w:val="Standardstycketeckensnitt"/>
    <w:rsid w:val="001D7052"/>
  </w:style>
  <w:style w:type="paragraph" w:customStyle="1" w:styleId="tabelltext">
    <w:name w:val="tabelltext"/>
    <w:basedOn w:val="Normal"/>
    <w:rsid w:val="001D7052"/>
    <w:rPr>
      <w:sz w:val="20"/>
    </w:rPr>
  </w:style>
  <w:style w:type="character" w:styleId="Stark">
    <w:name w:val="Strong"/>
    <w:basedOn w:val="Standardstycketeckensnitt"/>
    <w:qFormat/>
    <w:rsid w:val="001D7052"/>
    <w:rPr>
      <w:b/>
    </w:rPr>
  </w:style>
  <w:style w:type="paragraph" w:customStyle="1" w:styleId="Preformatted">
    <w:name w:val="Preformatted"/>
    <w:basedOn w:val="Normal"/>
    <w:rsid w:val="001D705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Fotnotstext">
    <w:name w:val="footnote text"/>
    <w:basedOn w:val="Normal"/>
    <w:semiHidden/>
    <w:rsid w:val="001D7052"/>
    <w:rPr>
      <w:sz w:val="20"/>
    </w:rPr>
  </w:style>
  <w:style w:type="character" w:styleId="Fotnotsreferens">
    <w:name w:val="footnote reference"/>
    <w:basedOn w:val="Standardstycketeckensnitt"/>
    <w:semiHidden/>
    <w:rsid w:val="001D7052"/>
    <w:rPr>
      <w:vertAlign w:val="superscript"/>
    </w:rPr>
  </w:style>
  <w:style w:type="paragraph" w:styleId="Brdtext2">
    <w:name w:val="Body Text 2"/>
    <w:basedOn w:val="Normal"/>
    <w:rsid w:val="001D7052"/>
    <w:pPr>
      <w:jc w:val="both"/>
    </w:pPr>
    <w:rPr>
      <w:color w:val="000000"/>
    </w:rPr>
  </w:style>
  <w:style w:type="paragraph" w:styleId="Brdtext">
    <w:name w:val="Body Text"/>
    <w:basedOn w:val="Normal"/>
    <w:rsid w:val="001D7052"/>
    <w:pPr>
      <w:ind w:right="991"/>
    </w:pPr>
  </w:style>
  <w:style w:type="paragraph" w:styleId="Brdtext3">
    <w:name w:val="Body Text 3"/>
    <w:basedOn w:val="Normal"/>
    <w:rsid w:val="001D7052"/>
    <w:rPr>
      <w:b/>
      <w:color w:val="000000"/>
      <w:sz w:val="32"/>
    </w:rPr>
  </w:style>
  <w:style w:type="character" w:styleId="Hyperlnk">
    <w:name w:val="Hyperlink"/>
    <w:basedOn w:val="Standardstycketeckensnitt"/>
    <w:rsid w:val="001D7052"/>
    <w:rPr>
      <w:color w:val="0000FF"/>
      <w:u w:val="single"/>
    </w:rPr>
  </w:style>
  <w:style w:type="paragraph" w:styleId="Normalwebb">
    <w:name w:val="Normal (Web)"/>
    <w:basedOn w:val="Normal"/>
    <w:rsid w:val="0033723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Ballongtext">
    <w:name w:val="Balloon Text"/>
    <w:basedOn w:val="Normal"/>
    <w:semiHidden/>
    <w:rsid w:val="00A009F8"/>
    <w:rPr>
      <w:rFonts w:ascii="Tahoma" w:hAnsi="Tahoma" w:cs="Tahoma"/>
      <w:sz w:val="16"/>
      <w:szCs w:val="16"/>
    </w:rPr>
  </w:style>
  <w:style w:type="character" w:styleId="Kommentarsreferens">
    <w:name w:val="annotation reference"/>
    <w:basedOn w:val="Standardstycketeckensnitt"/>
    <w:semiHidden/>
    <w:rsid w:val="005170BA"/>
    <w:rPr>
      <w:sz w:val="16"/>
      <w:szCs w:val="16"/>
    </w:rPr>
  </w:style>
  <w:style w:type="paragraph" w:styleId="Kommentarer">
    <w:name w:val="annotation text"/>
    <w:basedOn w:val="Normal"/>
    <w:semiHidden/>
    <w:rsid w:val="005170BA"/>
    <w:rPr>
      <w:sz w:val="20"/>
    </w:rPr>
  </w:style>
  <w:style w:type="paragraph" w:styleId="Kommentarsmne">
    <w:name w:val="annotation subject"/>
    <w:basedOn w:val="Kommentarer"/>
    <w:next w:val="Kommentarer"/>
    <w:semiHidden/>
    <w:rsid w:val="005170BA"/>
    <w:rPr>
      <w:b/>
      <w:bCs/>
    </w:rPr>
  </w:style>
  <w:style w:type="paragraph" w:styleId="Dokumentversikt">
    <w:name w:val="Document Map"/>
    <w:basedOn w:val="Normal"/>
    <w:semiHidden/>
    <w:rsid w:val="004E0B60"/>
    <w:pPr>
      <w:shd w:val="clear" w:color="auto" w:fill="000080"/>
    </w:pPr>
    <w:rPr>
      <w:rFonts w:ascii="Tahoma" w:hAnsi="Tahoma" w:cs="Tahoma"/>
      <w:sz w:val="20"/>
    </w:rPr>
  </w:style>
  <w:style w:type="paragraph" w:styleId="Beskrivning">
    <w:name w:val="caption"/>
    <w:basedOn w:val="Normal"/>
    <w:next w:val="Normal"/>
    <w:qFormat/>
    <w:rsid w:val="00584D05"/>
    <w:rPr>
      <w:b/>
      <w:bCs/>
      <w:sz w:val="20"/>
    </w:rPr>
  </w:style>
  <w:style w:type="paragraph" w:styleId="Brdtextmedindrag3">
    <w:name w:val="Body Text Indent 3"/>
    <w:basedOn w:val="Normal"/>
    <w:rsid w:val="002124E5"/>
    <w:pPr>
      <w:spacing w:after="120"/>
      <w:ind w:left="283"/>
    </w:pPr>
    <w:rPr>
      <w:sz w:val="16"/>
      <w:szCs w:val="16"/>
    </w:rPr>
  </w:style>
  <w:style w:type="paragraph" w:customStyle="1" w:styleId="Formatmall1">
    <w:name w:val="Formatmall1"/>
    <w:basedOn w:val="Normal"/>
    <w:next w:val="Fotnotstext"/>
    <w:rsid w:val="002124E5"/>
    <w:pPr>
      <w:spacing w:after="120"/>
      <w:ind w:left="540" w:hanging="540"/>
    </w:pPr>
    <w:rPr>
      <w:rFonts w:ascii="Arial" w:hAnsi="Arial"/>
      <w:sz w:val="22"/>
    </w:rPr>
  </w:style>
  <w:style w:type="table" w:styleId="Tabellrutnt">
    <w:name w:val="Table Grid"/>
    <w:basedOn w:val="Normaltabell"/>
    <w:rsid w:val="00146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ankettrubrik">
    <w:name w:val="Blankettrubrik"/>
    <w:basedOn w:val="Normal"/>
    <w:rsid w:val="00DD37DD"/>
    <w:rPr>
      <w:rFonts w:ascii="Arial" w:hAnsi="Arial" w:cs="Arial"/>
      <w:b/>
      <w:sz w:val="32"/>
      <w:szCs w:val="32"/>
    </w:rPr>
  </w:style>
  <w:style w:type="paragraph" w:customStyle="1" w:styleId="Rubriktabell">
    <w:name w:val="Rubrik_tabell"/>
    <w:basedOn w:val="Normal"/>
    <w:rsid w:val="00DD37DD"/>
    <w:rPr>
      <w:rFonts w:ascii="Arial" w:hAnsi="Arial" w:cs="Arial"/>
      <w:b/>
      <w:sz w:val="18"/>
    </w:rPr>
  </w:style>
  <w:style w:type="paragraph" w:customStyle="1" w:styleId="Ledtext">
    <w:name w:val="Ledtext"/>
    <w:basedOn w:val="Normal"/>
    <w:link w:val="LedtextChar"/>
    <w:rsid w:val="00DD37DD"/>
    <w:rPr>
      <w:rFonts w:ascii="Arial" w:hAnsi="Arial" w:cs="Arial"/>
      <w:sz w:val="18"/>
    </w:rPr>
  </w:style>
  <w:style w:type="character" w:customStyle="1" w:styleId="LedtextChar">
    <w:name w:val="Ledtext Char"/>
    <w:link w:val="Ledtext"/>
    <w:rsid w:val="00CA033E"/>
    <w:rPr>
      <w:rFonts w:ascii="Arial" w:hAnsi="Arial" w:cs="Arial"/>
      <w:sz w:val="18"/>
    </w:rPr>
  </w:style>
  <w:style w:type="character" w:customStyle="1" w:styleId="SidfotChar">
    <w:name w:val="Sidfot Char"/>
    <w:link w:val="Sidfot"/>
    <w:uiPriority w:val="99"/>
    <w:rsid w:val="00D043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461A"/>
    <w:rPr>
      <w:sz w:val="24"/>
    </w:rPr>
  </w:style>
  <w:style w:type="paragraph" w:styleId="Rubrik1">
    <w:name w:val="heading 1"/>
    <w:basedOn w:val="Normal"/>
    <w:next w:val="Normal"/>
    <w:qFormat/>
    <w:rsid w:val="001D7052"/>
    <w:pPr>
      <w:keepNext/>
      <w:pageBreakBefore/>
      <w:spacing w:after="280"/>
      <w:outlineLvl w:val="0"/>
    </w:pPr>
    <w:rPr>
      <w:b/>
      <w:smallCaps/>
      <w:sz w:val="32"/>
    </w:rPr>
  </w:style>
  <w:style w:type="paragraph" w:styleId="Rubrik2">
    <w:name w:val="heading 2"/>
    <w:basedOn w:val="Normal"/>
    <w:next w:val="Normal"/>
    <w:qFormat/>
    <w:rsid w:val="001D7052"/>
    <w:pPr>
      <w:keepNext/>
      <w:numPr>
        <w:ilvl w:val="1"/>
        <w:numId w:val="1"/>
      </w:numPr>
      <w:spacing w:before="320" w:after="120"/>
      <w:ind w:hanging="851"/>
      <w:outlineLvl w:val="1"/>
    </w:pPr>
    <w:rPr>
      <w:b/>
      <w:smallCaps/>
      <w:sz w:val="28"/>
      <w:lang w:val="en-GB"/>
    </w:rPr>
  </w:style>
  <w:style w:type="paragraph" w:styleId="Rubrik3">
    <w:name w:val="heading 3"/>
    <w:basedOn w:val="Normal"/>
    <w:next w:val="Normal"/>
    <w:qFormat/>
    <w:rsid w:val="001D7052"/>
    <w:pPr>
      <w:keepNext/>
      <w:numPr>
        <w:ilvl w:val="2"/>
        <w:numId w:val="2"/>
      </w:numPr>
      <w:spacing w:before="240" w:after="120"/>
      <w:ind w:hanging="851"/>
      <w:outlineLvl w:val="2"/>
    </w:pPr>
    <w:rPr>
      <w:b/>
      <w:smallCaps/>
    </w:rPr>
  </w:style>
  <w:style w:type="paragraph" w:styleId="Rubrik4">
    <w:name w:val="heading 4"/>
    <w:basedOn w:val="Normal"/>
    <w:next w:val="Normal"/>
    <w:qFormat/>
    <w:rsid w:val="001D7052"/>
    <w:pPr>
      <w:keepNext/>
      <w:numPr>
        <w:ilvl w:val="3"/>
        <w:numId w:val="3"/>
      </w:numPr>
      <w:spacing w:before="240" w:after="60"/>
      <w:ind w:hanging="851"/>
      <w:outlineLvl w:val="3"/>
    </w:pPr>
    <w:rPr>
      <w:b/>
    </w:rPr>
  </w:style>
  <w:style w:type="paragraph" w:styleId="Rubrik5">
    <w:name w:val="heading 5"/>
    <w:basedOn w:val="Normal"/>
    <w:next w:val="Normal"/>
    <w:qFormat/>
    <w:rsid w:val="001D7052"/>
    <w:pPr>
      <w:numPr>
        <w:ilvl w:val="4"/>
        <w:numId w:val="4"/>
      </w:numPr>
      <w:spacing w:before="240" w:after="60"/>
      <w:ind w:hanging="851"/>
      <w:outlineLvl w:val="4"/>
    </w:pPr>
    <w:rPr>
      <w:b/>
    </w:rPr>
  </w:style>
  <w:style w:type="paragraph" w:styleId="Rubrik6">
    <w:name w:val="heading 6"/>
    <w:basedOn w:val="Normal"/>
    <w:next w:val="Normal"/>
    <w:qFormat/>
    <w:rsid w:val="001D7052"/>
    <w:pPr>
      <w:numPr>
        <w:ilvl w:val="5"/>
        <w:numId w:val="5"/>
      </w:numPr>
      <w:spacing w:before="240" w:after="60"/>
      <w:ind w:left="1134" w:hanging="1134"/>
      <w:outlineLvl w:val="5"/>
    </w:pPr>
    <w:rPr>
      <w:b/>
    </w:rPr>
  </w:style>
  <w:style w:type="paragraph" w:styleId="Rubrik7">
    <w:name w:val="heading 7"/>
    <w:basedOn w:val="Normal"/>
    <w:next w:val="Normal"/>
    <w:qFormat/>
    <w:rsid w:val="001D7052"/>
    <w:pPr>
      <w:spacing w:before="240" w:after="60"/>
      <w:ind w:left="2124" w:hanging="708"/>
      <w:outlineLvl w:val="6"/>
    </w:pPr>
    <w:rPr>
      <w:rFonts w:ascii="Arial" w:hAnsi="Arial"/>
      <w:sz w:val="20"/>
    </w:rPr>
  </w:style>
  <w:style w:type="paragraph" w:styleId="Rubrik8">
    <w:name w:val="heading 8"/>
    <w:basedOn w:val="Normal"/>
    <w:next w:val="Normal"/>
    <w:qFormat/>
    <w:rsid w:val="001D7052"/>
    <w:pPr>
      <w:spacing w:before="240" w:after="60"/>
      <w:ind w:left="2832" w:hanging="708"/>
      <w:outlineLvl w:val="7"/>
    </w:pPr>
    <w:rPr>
      <w:rFonts w:ascii="Arial" w:hAnsi="Arial"/>
      <w:i/>
      <w:sz w:val="20"/>
    </w:rPr>
  </w:style>
  <w:style w:type="paragraph" w:styleId="Rubrik9">
    <w:name w:val="heading 9"/>
    <w:basedOn w:val="Normal"/>
    <w:next w:val="Normal"/>
    <w:qFormat/>
    <w:rsid w:val="001D7052"/>
    <w:pPr>
      <w:spacing w:before="240" w:after="60"/>
      <w:ind w:left="3540" w:hanging="708"/>
      <w:outlineLvl w:val="8"/>
    </w:pPr>
    <w:rPr>
      <w:rFonts w:ascii="Arial" w:hAnsi="Arial"/>
      <w:i/>
      <w:sz w:val="1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nehll1">
    <w:name w:val="toc 1"/>
    <w:basedOn w:val="Normal"/>
    <w:next w:val="Normal"/>
    <w:autoRedefine/>
    <w:semiHidden/>
    <w:rsid w:val="001D7052"/>
    <w:pPr>
      <w:tabs>
        <w:tab w:val="right" w:pos="9071"/>
      </w:tabs>
      <w:spacing w:before="360" w:after="360"/>
    </w:pPr>
    <w:rPr>
      <w:b/>
      <w:caps/>
      <w:sz w:val="22"/>
      <w:u w:val="single"/>
    </w:rPr>
  </w:style>
  <w:style w:type="paragraph" w:styleId="Innehll2">
    <w:name w:val="toc 2"/>
    <w:basedOn w:val="Normal"/>
    <w:next w:val="Normal"/>
    <w:autoRedefine/>
    <w:semiHidden/>
    <w:rsid w:val="001D7052"/>
    <w:pPr>
      <w:tabs>
        <w:tab w:val="right" w:pos="9071"/>
      </w:tabs>
      <w:ind w:left="240"/>
    </w:pPr>
    <w:rPr>
      <w:b/>
      <w:smallCaps/>
      <w:sz w:val="22"/>
    </w:rPr>
  </w:style>
  <w:style w:type="paragraph" w:styleId="Innehll3">
    <w:name w:val="toc 3"/>
    <w:basedOn w:val="Normal"/>
    <w:next w:val="Normal"/>
    <w:autoRedefine/>
    <w:semiHidden/>
    <w:rsid w:val="001D7052"/>
    <w:pPr>
      <w:tabs>
        <w:tab w:val="right" w:pos="9071"/>
      </w:tabs>
      <w:ind w:left="480"/>
    </w:pPr>
    <w:rPr>
      <w:smallCaps/>
      <w:sz w:val="22"/>
    </w:rPr>
  </w:style>
  <w:style w:type="paragraph" w:styleId="Innehll4">
    <w:name w:val="toc 4"/>
    <w:basedOn w:val="Normal"/>
    <w:next w:val="Normal"/>
    <w:autoRedefine/>
    <w:semiHidden/>
    <w:rsid w:val="001D7052"/>
    <w:pPr>
      <w:tabs>
        <w:tab w:val="right" w:pos="9071"/>
      </w:tabs>
      <w:ind w:left="720"/>
    </w:pPr>
    <w:rPr>
      <w:sz w:val="22"/>
    </w:rPr>
  </w:style>
  <w:style w:type="paragraph" w:styleId="Innehll5">
    <w:name w:val="toc 5"/>
    <w:basedOn w:val="Normal"/>
    <w:next w:val="Normal"/>
    <w:autoRedefine/>
    <w:semiHidden/>
    <w:rsid w:val="001D7052"/>
    <w:pPr>
      <w:tabs>
        <w:tab w:val="right" w:pos="9071"/>
      </w:tabs>
      <w:ind w:left="960"/>
    </w:pPr>
    <w:rPr>
      <w:sz w:val="22"/>
    </w:rPr>
  </w:style>
  <w:style w:type="paragraph" w:styleId="Sidfot">
    <w:name w:val="footer"/>
    <w:basedOn w:val="Normal"/>
    <w:link w:val="SidfotChar"/>
    <w:uiPriority w:val="99"/>
    <w:rsid w:val="001D7052"/>
    <w:pPr>
      <w:tabs>
        <w:tab w:val="center" w:pos="4536"/>
        <w:tab w:val="right" w:pos="9072"/>
      </w:tabs>
    </w:pPr>
    <w:rPr>
      <w:sz w:val="20"/>
    </w:rPr>
  </w:style>
  <w:style w:type="paragraph" w:styleId="Sidhuvud">
    <w:name w:val="header"/>
    <w:basedOn w:val="Normal"/>
    <w:rsid w:val="001D7052"/>
    <w:pPr>
      <w:tabs>
        <w:tab w:val="center" w:pos="4536"/>
        <w:tab w:val="right" w:pos="9072"/>
      </w:tabs>
    </w:pPr>
  </w:style>
  <w:style w:type="character" w:styleId="Sidnummer">
    <w:name w:val="page number"/>
    <w:basedOn w:val="Standardstycketeckensnitt"/>
    <w:rsid w:val="001D7052"/>
  </w:style>
  <w:style w:type="paragraph" w:customStyle="1" w:styleId="tabelltext">
    <w:name w:val="tabelltext"/>
    <w:basedOn w:val="Normal"/>
    <w:rsid w:val="001D7052"/>
    <w:rPr>
      <w:sz w:val="20"/>
    </w:rPr>
  </w:style>
  <w:style w:type="character" w:styleId="Stark">
    <w:name w:val="Strong"/>
    <w:basedOn w:val="Standardstycketeckensnitt"/>
    <w:qFormat/>
    <w:rsid w:val="001D7052"/>
    <w:rPr>
      <w:b/>
    </w:rPr>
  </w:style>
  <w:style w:type="paragraph" w:customStyle="1" w:styleId="Preformatted">
    <w:name w:val="Preformatted"/>
    <w:basedOn w:val="Normal"/>
    <w:rsid w:val="001D705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Fotnotstext">
    <w:name w:val="footnote text"/>
    <w:basedOn w:val="Normal"/>
    <w:semiHidden/>
    <w:rsid w:val="001D7052"/>
    <w:rPr>
      <w:sz w:val="20"/>
    </w:rPr>
  </w:style>
  <w:style w:type="character" w:styleId="Fotnotsreferens">
    <w:name w:val="footnote reference"/>
    <w:basedOn w:val="Standardstycketeckensnitt"/>
    <w:semiHidden/>
    <w:rsid w:val="001D7052"/>
    <w:rPr>
      <w:vertAlign w:val="superscript"/>
    </w:rPr>
  </w:style>
  <w:style w:type="paragraph" w:styleId="Brdtext2">
    <w:name w:val="Body Text 2"/>
    <w:basedOn w:val="Normal"/>
    <w:rsid w:val="001D7052"/>
    <w:pPr>
      <w:jc w:val="both"/>
    </w:pPr>
    <w:rPr>
      <w:color w:val="000000"/>
    </w:rPr>
  </w:style>
  <w:style w:type="paragraph" w:styleId="Brdtext">
    <w:name w:val="Body Text"/>
    <w:basedOn w:val="Normal"/>
    <w:rsid w:val="001D7052"/>
    <w:pPr>
      <w:ind w:right="991"/>
    </w:pPr>
  </w:style>
  <w:style w:type="paragraph" w:styleId="Brdtext3">
    <w:name w:val="Body Text 3"/>
    <w:basedOn w:val="Normal"/>
    <w:rsid w:val="001D7052"/>
    <w:rPr>
      <w:b/>
      <w:color w:val="000000"/>
      <w:sz w:val="32"/>
    </w:rPr>
  </w:style>
  <w:style w:type="character" w:styleId="Hyperlnk">
    <w:name w:val="Hyperlink"/>
    <w:basedOn w:val="Standardstycketeckensnitt"/>
    <w:rsid w:val="001D7052"/>
    <w:rPr>
      <w:color w:val="0000FF"/>
      <w:u w:val="single"/>
    </w:rPr>
  </w:style>
  <w:style w:type="paragraph" w:styleId="Normalwebb">
    <w:name w:val="Normal (Web)"/>
    <w:basedOn w:val="Normal"/>
    <w:rsid w:val="0033723D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Ballongtext">
    <w:name w:val="Balloon Text"/>
    <w:basedOn w:val="Normal"/>
    <w:semiHidden/>
    <w:rsid w:val="00A009F8"/>
    <w:rPr>
      <w:rFonts w:ascii="Tahoma" w:hAnsi="Tahoma" w:cs="Tahoma"/>
      <w:sz w:val="16"/>
      <w:szCs w:val="16"/>
    </w:rPr>
  </w:style>
  <w:style w:type="character" w:styleId="Kommentarsreferens">
    <w:name w:val="annotation reference"/>
    <w:basedOn w:val="Standardstycketeckensnitt"/>
    <w:semiHidden/>
    <w:rsid w:val="005170BA"/>
    <w:rPr>
      <w:sz w:val="16"/>
      <w:szCs w:val="16"/>
    </w:rPr>
  </w:style>
  <w:style w:type="paragraph" w:styleId="Kommentarer">
    <w:name w:val="annotation text"/>
    <w:basedOn w:val="Normal"/>
    <w:semiHidden/>
    <w:rsid w:val="005170BA"/>
    <w:rPr>
      <w:sz w:val="20"/>
    </w:rPr>
  </w:style>
  <w:style w:type="paragraph" w:styleId="Kommentarsmne">
    <w:name w:val="annotation subject"/>
    <w:basedOn w:val="Kommentarer"/>
    <w:next w:val="Kommentarer"/>
    <w:semiHidden/>
    <w:rsid w:val="005170BA"/>
    <w:rPr>
      <w:b/>
      <w:bCs/>
    </w:rPr>
  </w:style>
  <w:style w:type="paragraph" w:styleId="Dokumentversikt">
    <w:name w:val="Document Map"/>
    <w:basedOn w:val="Normal"/>
    <w:semiHidden/>
    <w:rsid w:val="004E0B60"/>
    <w:pPr>
      <w:shd w:val="clear" w:color="auto" w:fill="000080"/>
    </w:pPr>
    <w:rPr>
      <w:rFonts w:ascii="Tahoma" w:hAnsi="Tahoma" w:cs="Tahoma"/>
      <w:sz w:val="20"/>
    </w:rPr>
  </w:style>
  <w:style w:type="paragraph" w:styleId="Beskrivning">
    <w:name w:val="caption"/>
    <w:basedOn w:val="Normal"/>
    <w:next w:val="Normal"/>
    <w:qFormat/>
    <w:rsid w:val="00584D05"/>
    <w:rPr>
      <w:b/>
      <w:bCs/>
      <w:sz w:val="20"/>
    </w:rPr>
  </w:style>
  <w:style w:type="paragraph" w:styleId="Brdtextmedindrag3">
    <w:name w:val="Body Text Indent 3"/>
    <w:basedOn w:val="Normal"/>
    <w:rsid w:val="002124E5"/>
    <w:pPr>
      <w:spacing w:after="120"/>
      <w:ind w:left="283"/>
    </w:pPr>
    <w:rPr>
      <w:sz w:val="16"/>
      <w:szCs w:val="16"/>
    </w:rPr>
  </w:style>
  <w:style w:type="paragraph" w:customStyle="1" w:styleId="Formatmall1">
    <w:name w:val="Formatmall1"/>
    <w:basedOn w:val="Normal"/>
    <w:next w:val="Fotnotstext"/>
    <w:rsid w:val="002124E5"/>
    <w:pPr>
      <w:spacing w:after="120"/>
      <w:ind w:left="540" w:hanging="540"/>
    </w:pPr>
    <w:rPr>
      <w:rFonts w:ascii="Arial" w:hAnsi="Arial"/>
      <w:sz w:val="22"/>
    </w:rPr>
  </w:style>
  <w:style w:type="table" w:styleId="Tabellrutnt">
    <w:name w:val="Table Grid"/>
    <w:basedOn w:val="Normaltabell"/>
    <w:rsid w:val="00146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ankettrubrik">
    <w:name w:val="Blankettrubrik"/>
    <w:basedOn w:val="Normal"/>
    <w:rsid w:val="00DD37DD"/>
    <w:rPr>
      <w:rFonts w:ascii="Arial" w:hAnsi="Arial" w:cs="Arial"/>
      <w:b/>
      <w:sz w:val="32"/>
      <w:szCs w:val="32"/>
    </w:rPr>
  </w:style>
  <w:style w:type="paragraph" w:customStyle="1" w:styleId="Rubriktabell">
    <w:name w:val="Rubrik_tabell"/>
    <w:basedOn w:val="Normal"/>
    <w:rsid w:val="00DD37DD"/>
    <w:rPr>
      <w:rFonts w:ascii="Arial" w:hAnsi="Arial" w:cs="Arial"/>
      <w:b/>
      <w:sz w:val="18"/>
    </w:rPr>
  </w:style>
  <w:style w:type="paragraph" w:customStyle="1" w:styleId="Ledtext">
    <w:name w:val="Ledtext"/>
    <w:basedOn w:val="Normal"/>
    <w:link w:val="LedtextChar"/>
    <w:rsid w:val="00DD37DD"/>
    <w:rPr>
      <w:rFonts w:ascii="Arial" w:hAnsi="Arial" w:cs="Arial"/>
      <w:sz w:val="18"/>
    </w:rPr>
  </w:style>
  <w:style w:type="character" w:customStyle="1" w:styleId="LedtextChar">
    <w:name w:val="Ledtext Char"/>
    <w:link w:val="Ledtext"/>
    <w:rsid w:val="00CA033E"/>
    <w:rPr>
      <w:rFonts w:ascii="Arial" w:hAnsi="Arial" w:cs="Arial"/>
      <w:sz w:val="18"/>
    </w:rPr>
  </w:style>
  <w:style w:type="character" w:customStyle="1" w:styleId="SidfotChar">
    <w:name w:val="Sidfot Char"/>
    <w:link w:val="Sidfot"/>
    <w:uiPriority w:val="99"/>
    <w:rsid w:val="00D04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C212-1E4C-469A-8FB7-A40E587F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DCE9A105</Template>
  <TotalTime>11</TotalTime>
  <Pages>1</Pages>
  <Words>142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Årlig rapport om verksamheten vid vävnadsinrättning</vt:lpstr>
    </vt:vector>
  </TitlesOfParts>
  <Company>MPA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Årlig rapport om verksamheten vid vävnadsinrättning</dc:title>
  <dc:creator>Jesper Orhammar</dc:creator>
  <cp:lastModifiedBy>Tor Gråberg </cp:lastModifiedBy>
  <cp:revision>6</cp:revision>
  <cp:lastPrinted>2011-05-10T08:33:00Z</cp:lastPrinted>
  <dcterms:created xsi:type="dcterms:W3CDTF">2014-11-11T14:02:00Z</dcterms:created>
  <dcterms:modified xsi:type="dcterms:W3CDTF">2015-03-02T15:38:00Z</dcterms:modified>
</cp:coreProperties>
</file>